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1E0" w:firstRow="1" w:lastRow="1" w:firstColumn="1" w:lastColumn="1" w:noHBand="0" w:noVBand="0"/>
      </w:tblPr>
      <w:tblGrid>
        <w:gridCol w:w="1716"/>
        <w:gridCol w:w="159"/>
        <w:gridCol w:w="7764"/>
      </w:tblGrid>
      <w:tr w:rsidR="00022CCA" w:rsidTr="005A7201">
        <w:tc>
          <w:tcPr>
            <w:tcW w:w="1885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22CCA" w:rsidRPr="006D0E48" w:rsidRDefault="00022CCA" w:rsidP="00BA78AE">
            <w:r w:rsidRPr="005A7201">
              <w:rPr>
                <w:rFonts w:ascii="Arial" w:hAnsi="Arial" w:cs="Arial"/>
                <w:color w:val="808080"/>
                <w:sz w:val="18"/>
                <w:szCs w:val="18"/>
              </w:rPr>
              <w:t>Patient:</w:t>
            </w:r>
          </w:p>
        </w:tc>
        <w:tc>
          <w:tcPr>
            <w:tcW w:w="7868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22CCA" w:rsidRPr="005A7201" w:rsidRDefault="0012226E" w:rsidP="00BA78AE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</w:tc>
      </w:tr>
      <w:tr w:rsidR="00022CCA" w:rsidRPr="005A7201" w:rsidTr="005A7201">
        <w:tc>
          <w:tcPr>
            <w:tcW w:w="1885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22CCA" w:rsidRPr="005A7201" w:rsidRDefault="00022CCA" w:rsidP="00BA78AE">
            <w:pPr>
              <w:rPr>
                <w:sz w:val="18"/>
                <w:szCs w:val="18"/>
              </w:rPr>
            </w:pPr>
            <w:r w:rsidRPr="005A7201">
              <w:rPr>
                <w:rFonts w:ascii="Arial" w:hAnsi="Arial" w:cs="Arial"/>
                <w:color w:val="808080"/>
                <w:sz w:val="18"/>
                <w:szCs w:val="18"/>
              </w:rPr>
              <w:t>Date of Birth:</w:t>
            </w:r>
          </w:p>
        </w:tc>
        <w:tc>
          <w:tcPr>
            <w:tcW w:w="7868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22CCA" w:rsidRPr="005A7201" w:rsidRDefault="0012226E" w:rsidP="00273F11">
            <w:pPr>
              <w:rPr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          </w:t>
            </w:r>
            <w:r w:rsidR="00022CCA" w:rsidRPr="005A7201">
              <w:rPr>
                <w:rFonts w:ascii="Arial" w:hAnsi="Arial" w:cs="Arial"/>
                <w:sz w:val="18"/>
                <w:szCs w:val="18"/>
              </w:rPr>
              <w:t xml:space="preserve">      </w:t>
            </w:r>
            <w:r w:rsidR="00022CCA" w:rsidRPr="005A7201">
              <w:rPr>
                <w:rFonts w:ascii="Arial" w:hAnsi="Arial" w:cs="Arial"/>
                <w:color w:val="808080"/>
                <w:sz w:val="18"/>
                <w:szCs w:val="18"/>
              </w:rPr>
              <w:t>Age:</w:t>
            </w:r>
            <w:r w:rsidR="00022CCA" w:rsidRPr="005A720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273F11">
              <w:rPr>
                <w:rFonts w:ascii="Arial" w:hAnsi="Arial" w:cs="Arial"/>
                <w:sz w:val="18"/>
                <w:szCs w:val="18"/>
              </w:rPr>
              <w:t>73</w:t>
            </w:r>
          </w:p>
        </w:tc>
      </w:tr>
      <w:tr w:rsidR="00022CCA" w:rsidRPr="005A7201" w:rsidTr="005A7201">
        <w:tc>
          <w:tcPr>
            <w:tcW w:w="1885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22CCA" w:rsidRPr="005A7201" w:rsidRDefault="00E00E93" w:rsidP="00BA78AE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5A7201">
              <w:rPr>
                <w:rFonts w:ascii="Arial" w:hAnsi="Arial" w:cs="Arial"/>
                <w:color w:val="808080"/>
                <w:sz w:val="18"/>
                <w:szCs w:val="18"/>
              </w:rPr>
              <w:t>District Number:</w:t>
            </w:r>
          </w:p>
        </w:tc>
        <w:tc>
          <w:tcPr>
            <w:tcW w:w="7868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22CCA" w:rsidRPr="005A7201" w:rsidRDefault="0012226E" w:rsidP="00BA78AE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E00E93" w:rsidRPr="005A7201" w:rsidTr="005A7201">
        <w:tc>
          <w:tcPr>
            <w:tcW w:w="1885" w:type="dxa"/>
            <w:gridSpan w:val="2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E00E93" w:rsidRPr="005A7201" w:rsidRDefault="00E00E93" w:rsidP="005A7201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5A7201">
              <w:rPr>
                <w:rFonts w:ascii="Arial" w:hAnsi="Arial" w:cs="Arial"/>
                <w:color w:val="808080"/>
                <w:sz w:val="18"/>
                <w:szCs w:val="18"/>
              </w:rPr>
              <w:t>Date of Scan:</w:t>
            </w:r>
          </w:p>
        </w:tc>
        <w:tc>
          <w:tcPr>
            <w:tcW w:w="786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E00E93" w:rsidRPr="005A7201" w:rsidRDefault="00E00E93" w:rsidP="005A7201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5A7201">
              <w:rPr>
                <w:rFonts w:ascii="Arial" w:hAnsi="Arial" w:cs="Arial"/>
                <w:sz w:val="18"/>
                <w:szCs w:val="18"/>
              </w:rPr>
              <w:fldChar w:fldCharType="begin"/>
            </w:r>
            <w:r w:rsidRPr="005A7201">
              <w:rPr>
                <w:rFonts w:ascii="Arial" w:hAnsi="Arial" w:cs="Arial"/>
                <w:sz w:val="18"/>
                <w:szCs w:val="18"/>
              </w:rPr>
              <w:instrText xml:space="preserve"> CREATEDATE \@ "dddd, d MMMM yyyy" \* MERGEFORMAT </w:instrText>
            </w:r>
            <w:r w:rsidRPr="005A7201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273F11">
              <w:rPr>
                <w:rFonts w:ascii="Arial" w:hAnsi="Arial" w:cs="Arial"/>
                <w:noProof/>
                <w:sz w:val="18"/>
                <w:szCs w:val="18"/>
              </w:rPr>
              <w:t>Monday, 20 July 2020</w:t>
            </w:r>
            <w:r w:rsidRPr="005A720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E00E93" w:rsidRPr="005A7201" w:rsidTr="005A7201">
        <w:tc>
          <w:tcPr>
            <w:tcW w:w="1885" w:type="dxa"/>
            <w:gridSpan w:val="2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E00E93" w:rsidRPr="005A7201" w:rsidRDefault="00E00E93" w:rsidP="005A7201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5A7201">
              <w:rPr>
                <w:rFonts w:ascii="Arial" w:hAnsi="Arial" w:cs="Arial"/>
                <w:color w:val="808080"/>
                <w:sz w:val="18"/>
                <w:szCs w:val="18"/>
              </w:rPr>
              <w:t>Referring Doctor:</w:t>
            </w:r>
          </w:p>
        </w:tc>
        <w:tc>
          <w:tcPr>
            <w:tcW w:w="786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E00E93" w:rsidRPr="005A7201" w:rsidRDefault="0012226E" w:rsidP="005A720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bookmarkStart w:id="0" w:name="_GoBack"/>
            <w:bookmarkEnd w:id="0"/>
          </w:p>
        </w:tc>
      </w:tr>
      <w:tr w:rsidR="00E00E93" w:rsidRPr="005A7201" w:rsidTr="005A7201">
        <w:tc>
          <w:tcPr>
            <w:tcW w:w="1885" w:type="dxa"/>
            <w:gridSpan w:val="2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E00E93" w:rsidRPr="005A7201" w:rsidRDefault="00E00E93" w:rsidP="00BA78AE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5A7201">
              <w:rPr>
                <w:rFonts w:ascii="Arial" w:hAnsi="Arial" w:cs="Arial"/>
                <w:color w:val="808080"/>
                <w:sz w:val="18"/>
                <w:szCs w:val="18"/>
              </w:rPr>
              <w:t>Indications:</w:t>
            </w:r>
          </w:p>
        </w:tc>
        <w:tc>
          <w:tcPr>
            <w:tcW w:w="7868" w:type="dxa"/>
            <w:vMerge w:val="restar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E00E93" w:rsidRPr="005A7201" w:rsidRDefault="00273F11" w:rsidP="00BA78A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Venous sounding ulcer on left. Venous duplex please. Please also do spot checks of arteries at the ankle. </w:t>
            </w:r>
          </w:p>
        </w:tc>
      </w:tr>
      <w:tr w:rsidR="00E00E93" w:rsidRPr="005A7201" w:rsidTr="005A7201">
        <w:tc>
          <w:tcPr>
            <w:tcW w:w="1885" w:type="dxa"/>
            <w:gridSpan w:val="2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E00E93" w:rsidRPr="005A7201" w:rsidRDefault="00E00E93" w:rsidP="00BA78AE">
            <w:pPr>
              <w:rPr>
                <w:rFonts w:ascii="Arial" w:hAnsi="Arial" w:cs="Arial"/>
                <w:color w:val="808080"/>
                <w:sz w:val="20"/>
                <w:szCs w:val="20"/>
              </w:rPr>
            </w:pPr>
          </w:p>
        </w:tc>
        <w:tc>
          <w:tcPr>
            <w:tcW w:w="7868" w:type="dxa"/>
            <w:vMerge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E00E93" w:rsidRPr="005A7201" w:rsidRDefault="00E00E93" w:rsidP="00BA78AE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</w:tr>
      <w:tr w:rsidR="00E00E93" w:rsidRPr="005A7201" w:rsidTr="005A7201">
        <w:tc>
          <w:tcPr>
            <w:tcW w:w="9753" w:type="dxa"/>
            <w:gridSpan w:val="3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E00E93" w:rsidRPr="005A7201" w:rsidRDefault="00E00E93" w:rsidP="005A7201">
            <w:pPr>
              <w:tabs>
                <w:tab w:val="left" w:pos="2127"/>
              </w:tabs>
              <w:jc w:val="center"/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5A7201">
              <w:rPr>
                <w:rFonts w:ascii="Arial" w:hAnsi="Arial"/>
                <w:b/>
                <w:bCs/>
                <w:sz w:val="18"/>
                <w:szCs w:val="20"/>
              </w:rPr>
              <w:t>Left Lower Extremity Venous Duplex</w:t>
            </w:r>
          </w:p>
        </w:tc>
      </w:tr>
      <w:tr w:rsidR="00E00E93" w:rsidRPr="005A7201" w:rsidTr="005A7201">
        <w:trPr>
          <w:trHeight w:val="7938"/>
        </w:trPr>
        <w:tc>
          <w:tcPr>
            <w:tcW w:w="9753" w:type="dxa"/>
            <w:gridSpan w:val="3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E00E93" w:rsidRPr="005A7201" w:rsidRDefault="00273F11" w:rsidP="005A7201">
            <w:pPr>
              <w:tabs>
                <w:tab w:val="left" w:pos="2127"/>
              </w:tabs>
              <w:rPr>
                <w:rFonts w:ascii="Arial" w:hAnsi="Arial"/>
                <w:b/>
                <w:bCs/>
                <w:sz w:val="18"/>
                <w:szCs w:val="20"/>
              </w:rPr>
            </w:pPr>
            <w:r w:rsidRPr="005A7201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2379345</wp:posOffset>
                      </wp:positionH>
                      <wp:positionV relativeFrom="paragraph">
                        <wp:posOffset>786765</wp:posOffset>
                      </wp:positionV>
                      <wp:extent cx="306070" cy="152400"/>
                      <wp:effectExtent l="3810" t="8255" r="4445" b="1270"/>
                      <wp:wrapNone/>
                      <wp:docPr id="56" name="Text Box 55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00E93" w:rsidRPr="004E4B01" w:rsidRDefault="00273F11" w:rsidP="00F17A14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III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551" o:spid="_x0000_s1026" type="#_x0000_t202" style="position:absolute;margin-left:187.35pt;margin-top:61.95pt;width:24.1pt;height:1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E00E93" w:rsidRPr="004E4B01" w:rsidRDefault="00273F11" w:rsidP="00F17A14">
                            <w:pPr>
                              <w:jc w:val="center"/>
                            </w:pPr>
                            <w:bookmarkStart w:id="1" w:name="_GoBack"/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III</w:t>
                            </w:r>
                            <w:bookmarkEnd w:id="1"/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>
                      <wp:simplePos x="0" y="0"/>
                      <wp:positionH relativeFrom="column">
                        <wp:posOffset>2155190</wp:posOffset>
                      </wp:positionH>
                      <wp:positionV relativeFrom="paragraph">
                        <wp:posOffset>670560</wp:posOffset>
                      </wp:positionV>
                      <wp:extent cx="217170" cy="470535"/>
                      <wp:effectExtent l="46355" t="44450" r="41275" b="46990"/>
                      <wp:wrapNone/>
                      <wp:docPr id="55" name="Freeform 56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17170" cy="470535"/>
                              </a:xfrm>
                              <a:custGeom>
                                <a:avLst/>
                                <a:gdLst>
                                  <a:gd name="T0" fmla="*/ 0 w 342"/>
                                  <a:gd name="T1" fmla="*/ 0 h 741"/>
                                  <a:gd name="T2" fmla="*/ 175 w 342"/>
                                  <a:gd name="T3" fmla="*/ 341 h 741"/>
                                  <a:gd name="T4" fmla="*/ 342 w 342"/>
                                  <a:gd name="T5" fmla="*/ 741 h 74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342" h="741">
                                    <a:moveTo>
                                      <a:pt x="0" y="0"/>
                                    </a:moveTo>
                                    <a:cubicBezTo>
                                      <a:pt x="60" y="113"/>
                                      <a:pt x="118" y="218"/>
                                      <a:pt x="175" y="341"/>
                                    </a:cubicBezTo>
                                    <a:cubicBezTo>
                                      <a:pt x="232" y="464"/>
                                      <a:pt x="307" y="658"/>
                                      <a:pt x="342" y="741"/>
                                    </a:cubicBezTo>
                                  </a:path>
                                </a:pathLst>
                              </a:custGeom>
                              <a:noFill/>
                              <a:ln w="76200" cmpd="sng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6E5094" id="Freeform 561" o:spid="_x0000_s1026" style="position:absolute;margin-left:169.7pt;margin-top:52.8pt;width:17.1pt;height:37.0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42,7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" path="m,c60,113,118,218,175,341v57,123,132,317,167,400e" filled="f" strokecolor="red" strokeweight="6pt">
                      <v:path arrowok="t" o:connecttype="custom" o:connectlocs="0,0;111125,216535;217170,470535" o:connectangles="0,0,0"/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>
                      <wp:simplePos x="0" y="0"/>
                      <wp:positionH relativeFrom="column">
                        <wp:posOffset>1822450</wp:posOffset>
                      </wp:positionH>
                      <wp:positionV relativeFrom="paragraph">
                        <wp:posOffset>406400</wp:posOffset>
                      </wp:positionV>
                      <wp:extent cx="713740" cy="2204085"/>
                      <wp:effectExtent l="18415" t="18415" r="10795" b="15875"/>
                      <wp:wrapNone/>
                      <wp:docPr id="54" name="Freeform 5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713740" cy="2204085"/>
                              </a:xfrm>
                              <a:custGeom>
                                <a:avLst/>
                                <a:gdLst>
                                  <a:gd name="T0" fmla="*/ 133 w 1124"/>
                                  <a:gd name="T1" fmla="*/ 0 h 3471"/>
                                  <a:gd name="T2" fmla="*/ 0 w 1124"/>
                                  <a:gd name="T3" fmla="*/ 266 h 3471"/>
                                  <a:gd name="T4" fmla="*/ 133 w 1124"/>
                                  <a:gd name="T5" fmla="*/ 724 h 3471"/>
                                  <a:gd name="T6" fmla="*/ 782 w 1124"/>
                                  <a:gd name="T7" fmla="*/ 1997 h 3471"/>
                                  <a:gd name="T8" fmla="*/ 1098 w 1124"/>
                                  <a:gd name="T9" fmla="*/ 2763 h 3471"/>
                                  <a:gd name="T10" fmla="*/ 940 w 1124"/>
                                  <a:gd name="T11" fmla="*/ 3471 h 347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</a:cxnLst>
                                <a:rect l="0" t="0" r="r" b="b"/>
                                <a:pathLst>
                                  <a:path w="1124" h="3471">
                                    <a:moveTo>
                                      <a:pt x="133" y="0"/>
                                    </a:moveTo>
                                    <a:cubicBezTo>
                                      <a:pt x="66" y="72"/>
                                      <a:pt x="0" y="145"/>
                                      <a:pt x="0" y="266"/>
                                    </a:cubicBezTo>
                                    <a:cubicBezTo>
                                      <a:pt x="0" y="387"/>
                                      <a:pt x="3" y="435"/>
                                      <a:pt x="133" y="724"/>
                                    </a:cubicBezTo>
                                    <a:cubicBezTo>
                                      <a:pt x="263" y="1013"/>
                                      <a:pt x="621" y="1657"/>
                                      <a:pt x="782" y="1997"/>
                                    </a:cubicBezTo>
                                    <a:cubicBezTo>
                                      <a:pt x="943" y="2337"/>
                                      <a:pt x="1072" y="2517"/>
                                      <a:pt x="1098" y="2763"/>
                                    </a:cubicBezTo>
                                    <a:cubicBezTo>
                                      <a:pt x="1124" y="3009"/>
                                      <a:pt x="1032" y="3240"/>
                                      <a:pt x="940" y="3471"/>
                                    </a:cubicBezTo>
                                  </a:path>
                                </a:pathLst>
                              </a:custGeom>
                              <a:noFill/>
                              <a:ln w="19050" cmpd="sng">
                                <a:solidFill>
                                  <a:srgbClr val="000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DE53B56" id="Freeform 560" o:spid="_x0000_s1026" style="position:absolute;margin-left:143.5pt;margin-top:32pt;width:56.2pt;height:173.5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124,3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" path="m133,c66,72,,145,,266,,387,3,435,133,724v130,289,488,933,649,1273c943,2337,1072,2517,1098,2763v26,246,-66,477,-158,708e" filled="f" strokecolor="navy" strokeweight="1.5pt">
                      <v:path arrowok="t" o:connecttype="custom" o:connectlocs="84455,0;0,168910;84455,459740;496570,1268095;697230,1754505;596900,2204085" o:connectangles="0,0,0,0,0,0"/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>
                      <wp:simplePos x="0" y="0"/>
                      <wp:positionH relativeFrom="column">
                        <wp:posOffset>4613275</wp:posOffset>
                      </wp:positionH>
                      <wp:positionV relativeFrom="paragraph">
                        <wp:posOffset>2219325</wp:posOffset>
                      </wp:positionV>
                      <wp:extent cx="100330" cy="417195"/>
                      <wp:effectExtent l="27940" t="21590" r="24130" b="27940"/>
                      <wp:wrapNone/>
                      <wp:docPr id="53" name="Freeform 55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00330" cy="417195"/>
                              </a:xfrm>
                              <a:custGeom>
                                <a:avLst/>
                                <a:gdLst>
                                  <a:gd name="T0" fmla="*/ 0 w 158"/>
                                  <a:gd name="T1" fmla="*/ 0 h 657"/>
                                  <a:gd name="T2" fmla="*/ 133 w 158"/>
                                  <a:gd name="T3" fmla="*/ 66 h 657"/>
                                  <a:gd name="T4" fmla="*/ 149 w 158"/>
                                  <a:gd name="T5" fmla="*/ 258 h 657"/>
                                  <a:gd name="T6" fmla="*/ 99 w 158"/>
                                  <a:gd name="T7" fmla="*/ 657 h 657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</a:cxnLst>
                                <a:rect l="0" t="0" r="r" b="b"/>
                                <a:pathLst>
                                  <a:path w="158" h="657">
                                    <a:moveTo>
                                      <a:pt x="0" y="0"/>
                                    </a:moveTo>
                                    <a:cubicBezTo>
                                      <a:pt x="54" y="11"/>
                                      <a:pt x="108" y="23"/>
                                      <a:pt x="133" y="66"/>
                                    </a:cubicBezTo>
                                    <a:cubicBezTo>
                                      <a:pt x="158" y="109"/>
                                      <a:pt x="155" y="160"/>
                                      <a:pt x="149" y="258"/>
                                    </a:cubicBezTo>
                                    <a:cubicBezTo>
                                      <a:pt x="143" y="356"/>
                                      <a:pt x="121" y="506"/>
                                      <a:pt x="99" y="657"/>
                                    </a:cubicBezTo>
                                  </a:path>
                                </a:pathLst>
                              </a:custGeom>
                              <a:noFill/>
                              <a:ln w="38100" cmpd="sng">
                                <a:solidFill>
                                  <a:srgbClr val="000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E437C31" id="Freeform 558" o:spid="_x0000_s1026" style="position:absolute;margin-left:363.25pt;margin-top:174.75pt;width:7.9pt;height:32.8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58,6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" path="m,c54,11,108,23,133,66v25,43,22,94,16,192c143,356,121,506,99,657e" filled="f" strokecolor="navy" strokeweight="3pt">
                      <v:path arrowok="t" o:connecttype="custom" o:connectlocs="0,0;84455,41910;94615,163830;62865,417195" o:connectangles="0,0,0,0"/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1821180</wp:posOffset>
                      </wp:positionH>
                      <wp:positionV relativeFrom="paragraph">
                        <wp:posOffset>3307715</wp:posOffset>
                      </wp:positionV>
                      <wp:extent cx="3488690" cy="47625"/>
                      <wp:effectExtent l="7620" t="5080" r="8890" b="13970"/>
                      <wp:wrapNone/>
                      <wp:docPr id="52" name="AutoShape 55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488690" cy="476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none" w="med" len="med"/>
                                <a:tailEnd type="non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BD14A5E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556" o:spid="_x0000_s1026" type="#_x0000_t32" style="position:absolute;margin-left:143.4pt;margin-top:260.45pt;width:274.7pt;height:3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"/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>
                      <wp:simplePos x="0" y="0"/>
                      <wp:positionH relativeFrom="column">
                        <wp:posOffset>1688465</wp:posOffset>
                      </wp:positionH>
                      <wp:positionV relativeFrom="paragraph">
                        <wp:posOffset>3936365</wp:posOffset>
                      </wp:positionV>
                      <wp:extent cx="3568065" cy="47625"/>
                      <wp:effectExtent l="8255" t="5080" r="5080" b="13970"/>
                      <wp:wrapNone/>
                      <wp:docPr id="51" name="AutoShape 55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568065" cy="476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none" w="med" len="med"/>
                                <a:tailEnd type="non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00CCE5B" id="AutoShape 557" o:spid="_x0000_s1026" type="#_x0000_t32" style="position:absolute;margin-left:132.95pt;margin-top:309.95pt;width:280.95pt;height:3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"/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2001520</wp:posOffset>
                      </wp:positionH>
                      <wp:positionV relativeFrom="paragraph">
                        <wp:posOffset>2605405</wp:posOffset>
                      </wp:positionV>
                      <wp:extent cx="3340735" cy="47625"/>
                      <wp:effectExtent l="6985" t="7620" r="5080" b="11430"/>
                      <wp:wrapNone/>
                      <wp:docPr id="50" name="AutoShape 55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340735" cy="476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none" w="med" len="med"/>
                                <a:tailEnd type="non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F0CEB91" id="AutoShape 555" o:spid="_x0000_s1026" type="#_x0000_t32" style="position:absolute;margin-left:157.6pt;margin-top:205.15pt;width:263.05pt;height:3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"/>
                  </w:pict>
                </mc:Fallback>
              </mc:AlternateContent>
            </w:r>
            <w:r w:rsidRPr="005A7201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g">
                  <w:drawing>
                    <wp:anchor distT="0" distB="0" distL="114300" distR="114300" simplePos="0" relativeHeight="251652096" behindDoc="0" locked="0" layoutInCell="1" allowOverlap="1">
                      <wp:simplePos x="0" y="0"/>
                      <wp:positionH relativeFrom="column">
                        <wp:posOffset>1430655</wp:posOffset>
                      </wp:positionH>
                      <wp:positionV relativeFrom="paragraph">
                        <wp:posOffset>68580</wp:posOffset>
                      </wp:positionV>
                      <wp:extent cx="1804035" cy="4911725"/>
                      <wp:effectExtent l="7620" t="13970" r="7620" b="8255"/>
                      <wp:wrapNone/>
                      <wp:docPr id="32" name="Group 50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804035" cy="4911725"/>
                                <a:chOff x="3387" y="3397"/>
                                <a:chExt cx="2841" cy="7735"/>
                              </a:xfrm>
                            </wpg:grpSpPr>
                            <wps:wsp>
                              <wps:cNvPr id="33" name="Freeform 502"/>
                              <wps:cNvSpPr>
                                <a:spLocks/>
                              </wps:cNvSpPr>
                              <wps:spPr bwMode="auto">
                                <a:xfrm>
                                  <a:off x="4315" y="9648"/>
                                  <a:ext cx="134" cy="256"/>
                                </a:xfrm>
                                <a:custGeom>
                                  <a:avLst/>
                                  <a:gdLst>
                                    <a:gd name="T0" fmla="*/ 128 w 134"/>
                                    <a:gd name="T1" fmla="*/ 6 h 256"/>
                                    <a:gd name="T2" fmla="*/ 56 w 134"/>
                                    <a:gd name="T3" fmla="*/ 84 h 256"/>
                                    <a:gd name="T4" fmla="*/ 56 w 134"/>
                                    <a:gd name="T5" fmla="*/ 234 h 256"/>
                                    <a:gd name="T6" fmla="*/ 20 w 134"/>
                                    <a:gd name="T7" fmla="*/ 216 h 256"/>
                                    <a:gd name="T8" fmla="*/ 2 w 134"/>
                                    <a:gd name="T9" fmla="*/ 144 h 256"/>
                                    <a:gd name="T10" fmla="*/ 20 w 134"/>
                                    <a:gd name="T11" fmla="*/ 48 h 256"/>
                                    <a:gd name="T12" fmla="*/ 128 w 134"/>
                                    <a:gd name="T13" fmla="*/ 6 h 25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134" h="256">
                                      <a:moveTo>
                                        <a:pt x="128" y="6"/>
                                      </a:moveTo>
                                      <a:cubicBezTo>
                                        <a:pt x="134" y="12"/>
                                        <a:pt x="68" y="46"/>
                                        <a:pt x="56" y="84"/>
                                      </a:cubicBezTo>
                                      <a:cubicBezTo>
                                        <a:pt x="44" y="122"/>
                                        <a:pt x="62" y="212"/>
                                        <a:pt x="56" y="234"/>
                                      </a:cubicBezTo>
                                      <a:cubicBezTo>
                                        <a:pt x="50" y="256"/>
                                        <a:pt x="29" y="231"/>
                                        <a:pt x="20" y="216"/>
                                      </a:cubicBezTo>
                                      <a:cubicBezTo>
                                        <a:pt x="11" y="201"/>
                                        <a:pt x="2" y="172"/>
                                        <a:pt x="2" y="144"/>
                                      </a:cubicBezTo>
                                      <a:cubicBezTo>
                                        <a:pt x="2" y="116"/>
                                        <a:pt x="0" y="71"/>
                                        <a:pt x="20" y="48"/>
                                      </a:cubicBezTo>
                                      <a:cubicBezTo>
                                        <a:pt x="40" y="25"/>
                                        <a:pt x="122" y="0"/>
                                        <a:pt x="128" y="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4" name="Freeform 503"/>
                              <wps:cNvSpPr>
                                <a:spLocks/>
                              </wps:cNvSpPr>
                              <wps:spPr bwMode="auto">
                                <a:xfrm>
                                  <a:off x="3387" y="4674"/>
                                  <a:ext cx="420" cy="416"/>
                                </a:xfrm>
                                <a:custGeom>
                                  <a:avLst/>
                                  <a:gdLst>
                                    <a:gd name="T0" fmla="*/ 0 w 408"/>
                                    <a:gd name="T1" fmla="*/ 0 h 384"/>
                                    <a:gd name="T2" fmla="*/ 120 w 408"/>
                                    <a:gd name="T3" fmla="*/ 204 h 384"/>
                                    <a:gd name="T4" fmla="*/ 408 w 408"/>
                                    <a:gd name="T5" fmla="*/ 384 h 38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408" h="384">
                                      <a:moveTo>
                                        <a:pt x="0" y="0"/>
                                      </a:moveTo>
                                      <a:cubicBezTo>
                                        <a:pt x="26" y="70"/>
                                        <a:pt x="52" y="140"/>
                                        <a:pt x="120" y="204"/>
                                      </a:cubicBezTo>
                                      <a:cubicBezTo>
                                        <a:pt x="188" y="268"/>
                                        <a:pt x="298" y="326"/>
                                        <a:pt x="408" y="384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mpd="sng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5" name="Freeform 504"/>
                              <wps:cNvSpPr>
                                <a:spLocks/>
                              </wps:cNvSpPr>
                              <wps:spPr bwMode="auto">
                                <a:xfrm>
                                  <a:off x="4729" y="6616"/>
                                  <a:ext cx="442" cy="646"/>
                                </a:xfrm>
                                <a:custGeom>
                                  <a:avLst/>
                                  <a:gdLst>
                                    <a:gd name="T0" fmla="*/ 14 w 442"/>
                                    <a:gd name="T1" fmla="*/ 614 h 646"/>
                                    <a:gd name="T2" fmla="*/ 134 w 442"/>
                                    <a:gd name="T3" fmla="*/ 506 h 646"/>
                                    <a:gd name="T4" fmla="*/ 398 w 442"/>
                                    <a:gd name="T5" fmla="*/ 302 h 646"/>
                                    <a:gd name="T6" fmla="*/ 398 w 442"/>
                                    <a:gd name="T7" fmla="*/ 206 h 646"/>
                                    <a:gd name="T8" fmla="*/ 314 w 442"/>
                                    <a:gd name="T9" fmla="*/ 170 h 646"/>
                                    <a:gd name="T10" fmla="*/ 194 w 442"/>
                                    <a:gd name="T11" fmla="*/ 2 h 646"/>
                                    <a:gd name="T12" fmla="*/ 254 w 442"/>
                                    <a:gd name="T13" fmla="*/ 182 h 646"/>
                                    <a:gd name="T14" fmla="*/ 218 w 442"/>
                                    <a:gd name="T15" fmla="*/ 314 h 646"/>
                                    <a:gd name="T16" fmla="*/ 14 w 442"/>
                                    <a:gd name="T17" fmla="*/ 614 h 64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</a:cxnLst>
                                  <a:rect l="0" t="0" r="r" b="b"/>
                                  <a:pathLst>
                                    <a:path w="442" h="646">
                                      <a:moveTo>
                                        <a:pt x="14" y="614"/>
                                      </a:moveTo>
                                      <a:cubicBezTo>
                                        <a:pt x="0" y="646"/>
                                        <a:pt x="70" y="558"/>
                                        <a:pt x="134" y="506"/>
                                      </a:cubicBezTo>
                                      <a:cubicBezTo>
                                        <a:pt x="198" y="454"/>
                                        <a:pt x="354" y="352"/>
                                        <a:pt x="398" y="302"/>
                                      </a:cubicBezTo>
                                      <a:cubicBezTo>
                                        <a:pt x="442" y="252"/>
                                        <a:pt x="412" y="228"/>
                                        <a:pt x="398" y="206"/>
                                      </a:cubicBezTo>
                                      <a:cubicBezTo>
                                        <a:pt x="384" y="184"/>
                                        <a:pt x="348" y="204"/>
                                        <a:pt x="314" y="170"/>
                                      </a:cubicBezTo>
                                      <a:cubicBezTo>
                                        <a:pt x="280" y="136"/>
                                        <a:pt x="204" y="0"/>
                                        <a:pt x="194" y="2"/>
                                      </a:cubicBezTo>
                                      <a:cubicBezTo>
                                        <a:pt x="184" y="4"/>
                                        <a:pt x="250" y="130"/>
                                        <a:pt x="254" y="182"/>
                                      </a:cubicBezTo>
                                      <a:cubicBezTo>
                                        <a:pt x="258" y="234"/>
                                        <a:pt x="256" y="242"/>
                                        <a:pt x="218" y="314"/>
                                      </a:cubicBezTo>
                                      <a:cubicBezTo>
                                        <a:pt x="180" y="386"/>
                                        <a:pt x="28" y="582"/>
                                        <a:pt x="14" y="614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6" name="Freeform 505"/>
                              <wps:cNvSpPr>
                                <a:spLocks/>
                              </wps:cNvSpPr>
                              <wps:spPr bwMode="auto">
                                <a:xfrm>
                                  <a:off x="4275" y="7368"/>
                                  <a:ext cx="967" cy="2543"/>
                                </a:xfrm>
                                <a:custGeom>
                                  <a:avLst/>
                                  <a:gdLst>
                                    <a:gd name="T0" fmla="*/ 79 w 967"/>
                                    <a:gd name="T1" fmla="*/ 2543 h 2543"/>
                                    <a:gd name="T2" fmla="*/ 22 w 967"/>
                                    <a:gd name="T3" fmla="*/ 2464 h 2543"/>
                                    <a:gd name="T4" fmla="*/ 48 w 967"/>
                                    <a:gd name="T5" fmla="*/ 2279 h 2543"/>
                                    <a:gd name="T6" fmla="*/ 312 w 967"/>
                                    <a:gd name="T7" fmla="*/ 1686 h 2543"/>
                                    <a:gd name="T8" fmla="*/ 463 w 967"/>
                                    <a:gd name="T9" fmla="*/ 1288 h 2543"/>
                                    <a:gd name="T10" fmla="*/ 588 w 967"/>
                                    <a:gd name="T11" fmla="*/ 724 h 2543"/>
                                    <a:gd name="T12" fmla="*/ 744 w 967"/>
                                    <a:gd name="T13" fmla="*/ 282 h 2543"/>
                                    <a:gd name="T14" fmla="*/ 950 w 967"/>
                                    <a:gd name="T15" fmla="*/ 8 h 2543"/>
                                    <a:gd name="T16" fmla="*/ 847 w 967"/>
                                    <a:gd name="T17" fmla="*/ 330 h 2543"/>
                                    <a:gd name="T18" fmla="*/ 775 w 967"/>
                                    <a:gd name="T19" fmla="*/ 594 h 2543"/>
                                    <a:gd name="T20" fmla="*/ 682 w 967"/>
                                    <a:gd name="T21" fmla="*/ 983 h 2543"/>
                                    <a:gd name="T22" fmla="*/ 564 w 967"/>
                                    <a:gd name="T23" fmla="*/ 1410 h 2543"/>
                                    <a:gd name="T24" fmla="*/ 360 w 967"/>
                                    <a:gd name="T25" fmla="*/ 1861 h 2543"/>
                                    <a:gd name="T26" fmla="*/ 216 w 967"/>
                                    <a:gd name="T27" fmla="*/ 2262 h 25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967" h="2543">
                                      <a:moveTo>
                                        <a:pt x="79" y="2543"/>
                                      </a:moveTo>
                                      <a:cubicBezTo>
                                        <a:pt x="69" y="2530"/>
                                        <a:pt x="27" y="2508"/>
                                        <a:pt x="22" y="2464"/>
                                      </a:cubicBezTo>
                                      <a:cubicBezTo>
                                        <a:pt x="17" y="2420"/>
                                        <a:pt x="0" y="2409"/>
                                        <a:pt x="48" y="2279"/>
                                      </a:cubicBezTo>
                                      <a:cubicBezTo>
                                        <a:pt x="96" y="2149"/>
                                        <a:pt x="243" y="1851"/>
                                        <a:pt x="312" y="1686"/>
                                      </a:cubicBezTo>
                                      <a:cubicBezTo>
                                        <a:pt x="381" y="1521"/>
                                        <a:pt x="417" y="1448"/>
                                        <a:pt x="463" y="1288"/>
                                      </a:cubicBezTo>
                                      <a:cubicBezTo>
                                        <a:pt x="509" y="1128"/>
                                        <a:pt x="541" y="892"/>
                                        <a:pt x="588" y="724"/>
                                      </a:cubicBezTo>
                                      <a:cubicBezTo>
                                        <a:pt x="635" y="556"/>
                                        <a:pt x="684" y="401"/>
                                        <a:pt x="744" y="282"/>
                                      </a:cubicBezTo>
                                      <a:cubicBezTo>
                                        <a:pt x="804" y="163"/>
                                        <a:pt x="933" y="0"/>
                                        <a:pt x="950" y="8"/>
                                      </a:cubicBezTo>
                                      <a:cubicBezTo>
                                        <a:pt x="967" y="16"/>
                                        <a:pt x="876" y="232"/>
                                        <a:pt x="847" y="330"/>
                                      </a:cubicBezTo>
                                      <a:cubicBezTo>
                                        <a:pt x="818" y="428"/>
                                        <a:pt x="802" y="485"/>
                                        <a:pt x="775" y="594"/>
                                      </a:cubicBezTo>
                                      <a:cubicBezTo>
                                        <a:pt x="748" y="703"/>
                                        <a:pt x="717" y="847"/>
                                        <a:pt x="682" y="983"/>
                                      </a:cubicBezTo>
                                      <a:cubicBezTo>
                                        <a:pt x="647" y="1119"/>
                                        <a:pt x="618" y="1264"/>
                                        <a:pt x="564" y="1410"/>
                                      </a:cubicBezTo>
                                      <a:cubicBezTo>
                                        <a:pt x="510" y="1556"/>
                                        <a:pt x="418" y="1719"/>
                                        <a:pt x="360" y="1861"/>
                                      </a:cubicBezTo>
                                      <a:cubicBezTo>
                                        <a:pt x="302" y="2003"/>
                                        <a:pt x="246" y="2179"/>
                                        <a:pt x="216" y="2262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333333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7" name="Freeform 506"/>
                              <wps:cNvSpPr>
                                <a:spLocks/>
                              </wps:cNvSpPr>
                              <wps:spPr bwMode="auto">
                                <a:xfrm>
                                  <a:off x="4551" y="7112"/>
                                  <a:ext cx="965" cy="2806"/>
                                </a:xfrm>
                                <a:custGeom>
                                  <a:avLst/>
                                  <a:gdLst>
                                    <a:gd name="T0" fmla="*/ 0 w 965"/>
                                    <a:gd name="T1" fmla="*/ 2530 h 2806"/>
                                    <a:gd name="T2" fmla="*/ 132 w 965"/>
                                    <a:gd name="T3" fmla="*/ 2158 h 2806"/>
                                    <a:gd name="T4" fmla="*/ 353 w 965"/>
                                    <a:gd name="T5" fmla="*/ 1676 h 2806"/>
                                    <a:gd name="T6" fmla="*/ 497 w 965"/>
                                    <a:gd name="T7" fmla="*/ 1148 h 2806"/>
                                    <a:gd name="T8" fmla="*/ 574 w 965"/>
                                    <a:gd name="T9" fmla="*/ 864 h 2806"/>
                                    <a:gd name="T10" fmla="*/ 725 w 965"/>
                                    <a:gd name="T11" fmla="*/ 332 h 2806"/>
                                    <a:gd name="T12" fmla="*/ 833 w 965"/>
                                    <a:gd name="T13" fmla="*/ 12 h 2806"/>
                                    <a:gd name="T14" fmla="*/ 958 w 965"/>
                                    <a:gd name="T15" fmla="*/ 406 h 2806"/>
                                    <a:gd name="T16" fmla="*/ 874 w 965"/>
                                    <a:gd name="T17" fmla="*/ 824 h 2806"/>
                                    <a:gd name="T18" fmla="*/ 540 w 965"/>
                                    <a:gd name="T19" fmla="*/ 1522 h 2806"/>
                                    <a:gd name="T20" fmla="*/ 290 w 965"/>
                                    <a:gd name="T21" fmla="*/ 2040 h 2806"/>
                                    <a:gd name="T22" fmla="*/ 151 w 965"/>
                                    <a:gd name="T23" fmla="*/ 2376 h 2806"/>
                                    <a:gd name="T24" fmla="*/ 120 w 965"/>
                                    <a:gd name="T25" fmla="*/ 2806 h 280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</a:cxnLst>
                                  <a:rect l="0" t="0" r="r" b="b"/>
                                  <a:pathLst>
                                    <a:path w="965" h="2806">
                                      <a:moveTo>
                                        <a:pt x="0" y="2530"/>
                                      </a:moveTo>
                                      <a:cubicBezTo>
                                        <a:pt x="34" y="2422"/>
                                        <a:pt x="73" y="2300"/>
                                        <a:pt x="132" y="2158"/>
                                      </a:cubicBezTo>
                                      <a:cubicBezTo>
                                        <a:pt x="191" y="2016"/>
                                        <a:pt x="292" y="1844"/>
                                        <a:pt x="353" y="1676"/>
                                      </a:cubicBezTo>
                                      <a:cubicBezTo>
                                        <a:pt x="414" y="1508"/>
                                        <a:pt x="460" y="1283"/>
                                        <a:pt x="497" y="1148"/>
                                      </a:cubicBezTo>
                                      <a:cubicBezTo>
                                        <a:pt x="534" y="1013"/>
                                        <a:pt x="536" y="1000"/>
                                        <a:pt x="574" y="864"/>
                                      </a:cubicBezTo>
                                      <a:cubicBezTo>
                                        <a:pt x="612" y="728"/>
                                        <a:pt x="682" y="474"/>
                                        <a:pt x="725" y="332"/>
                                      </a:cubicBezTo>
                                      <a:cubicBezTo>
                                        <a:pt x="768" y="190"/>
                                        <a:pt x="794" y="0"/>
                                        <a:pt x="833" y="12"/>
                                      </a:cubicBezTo>
                                      <a:cubicBezTo>
                                        <a:pt x="872" y="24"/>
                                        <a:pt x="951" y="271"/>
                                        <a:pt x="958" y="406"/>
                                      </a:cubicBezTo>
                                      <a:cubicBezTo>
                                        <a:pt x="965" y="541"/>
                                        <a:pt x="944" y="638"/>
                                        <a:pt x="874" y="824"/>
                                      </a:cubicBezTo>
                                      <a:cubicBezTo>
                                        <a:pt x="804" y="1010"/>
                                        <a:pt x="637" y="1319"/>
                                        <a:pt x="540" y="1522"/>
                                      </a:cubicBezTo>
                                      <a:cubicBezTo>
                                        <a:pt x="443" y="1725"/>
                                        <a:pt x="355" y="1898"/>
                                        <a:pt x="290" y="2040"/>
                                      </a:cubicBezTo>
                                      <a:cubicBezTo>
                                        <a:pt x="225" y="2182"/>
                                        <a:pt x="179" y="2249"/>
                                        <a:pt x="151" y="2376"/>
                                      </a:cubicBezTo>
                                      <a:cubicBezTo>
                                        <a:pt x="123" y="2503"/>
                                        <a:pt x="126" y="2717"/>
                                        <a:pt x="120" y="2806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333333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8" name="Freeform 507"/>
                              <wps:cNvSpPr>
                                <a:spLocks/>
                              </wps:cNvSpPr>
                              <wps:spPr bwMode="auto">
                                <a:xfrm>
                                  <a:off x="4222" y="4300"/>
                                  <a:ext cx="1074" cy="5656"/>
                                </a:xfrm>
                                <a:custGeom>
                                  <a:avLst/>
                                  <a:gdLst>
                                    <a:gd name="T0" fmla="*/ 275 w 1074"/>
                                    <a:gd name="T1" fmla="*/ 290 h 5656"/>
                                    <a:gd name="T2" fmla="*/ 233 w 1074"/>
                                    <a:gd name="T3" fmla="*/ 56 h 5656"/>
                                    <a:gd name="T4" fmla="*/ 509 w 1074"/>
                                    <a:gd name="T5" fmla="*/ 626 h 5656"/>
                                    <a:gd name="T6" fmla="*/ 893 w 1074"/>
                                    <a:gd name="T7" fmla="*/ 1568 h 5656"/>
                                    <a:gd name="T8" fmla="*/ 1037 w 1074"/>
                                    <a:gd name="T9" fmla="*/ 2054 h 5656"/>
                                    <a:gd name="T10" fmla="*/ 1067 w 1074"/>
                                    <a:gd name="T11" fmla="*/ 2636 h 5656"/>
                                    <a:gd name="T12" fmla="*/ 995 w 1074"/>
                                    <a:gd name="T13" fmla="*/ 2924 h 5656"/>
                                    <a:gd name="T14" fmla="*/ 778 w 1074"/>
                                    <a:gd name="T15" fmla="*/ 3249 h 5656"/>
                                    <a:gd name="T16" fmla="*/ 595 w 1074"/>
                                    <a:gd name="T17" fmla="*/ 3708 h 5656"/>
                                    <a:gd name="T18" fmla="*/ 439 w 1074"/>
                                    <a:gd name="T19" fmla="*/ 4375 h 5656"/>
                                    <a:gd name="T20" fmla="*/ 171 w 1074"/>
                                    <a:gd name="T21" fmla="*/ 5028 h 5656"/>
                                    <a:gd name="T22" fmla="*/ 39 w 1074"/>
                                    <a:gd name="T23" fmla="*/ 5352 h 5656"/>
                                    <a:gd name="T24" fmla="*/ 10 w 1074"/>
                                    <a:gd name="T25" fmla="*/ 5529 h 5656"/>
                                    <a:gd name="T26" fmla="*/ 99 w 1074"/>
                                    <a:gd name="T27" fmla="*/ 5656 h 565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1074" h="5656">
                                      <a:moveTo>
                                        <a:pt x="275" y="290"/>
                                      </a:moveTo>
                                      <a:cubicBezTo>
                                        <a:pt x="267" y="251"/>
                                        <a:pt x="194" y="0"/>
                                        <a:pt x="233" y="56"/>
                                      </a:cubicBezTo>
                                      <a:cubicBezTo>
                                        <a:pt x="272" y="112"/>
                                        <a:pt x="399" y="374"/>
                                        <a:pt x="509" y="626"/>
                                      </a:cubicBezTo>
                                      <a:cubicBezTo>
                                        <a:pt x="619" y="878"/>
                                        <a:pt x="805" y="1330"/>
                                        <a:pt x="893" y="1568"/>
                                      </a:cubicBezTo>
                                      <a:cubicBezTo>
                                        <a:pt x="981" y="1806"/>
                                        <a:pt x="1008" y="1876"/>
                                        <a:pt x="1037" y="2054"/>
                                      </a:cubicBezTo>
                                      <a:cubicBezTo>
                                        <a:pt x="1066" y="2232"/>
                                        <a:pt x="1074" y="2491"/>
                                        <a:pt x="1067" y="2636"/>
                                      </a:cubicBezTo>
                                      <a:cubicBezTo>
                                        <a:pt x="1060" y="2781"/>
                                        <a:pt x="1043" y="2822"/>
                                        <a:pt x="995" y="2924"/>
                                      </a:cubicBezTo>
                                      <a:cubicBezTo>
                                        <a:pt x="947" y="3026"/>
                                        <a:pt x="845" y="3118"/>
                                        <a:pt x="778" y="3249"/>
                                      </a:cubicBezTo>
                                      <a:cubicBezTo>
                                        <a:pt x="711" y="3380"/>
                                        <a:pt x="651" y="3520"/>
                                        <a:pt x="595" y="3708"/>
                                      </a:cubicBezTo>
                                      <a:cubicBezTo>
                                        <a:pt x="539" y="3896"/>
                                        <a:pt x="510" y="4155"/>
                                        <a:pt x="439" y="4375"/>
                                      </a:cubicBezTo>
                                      <a:cubicBezTo>
                                        <a:pt x="368" y="4595"/>
                                        <a:pt x="238" y="4865"/>
                                        <a:pt x="171" y="5028"/>
                                      </a:cubicBezTo>
                                      <a:cubicBezTo>
                                        <a:pt x="104" y="5191"/>
                                        <a:pt x="66" y="5269"/>
                                        <a:pt x="39" y="5352"/>
                                      </a:cubicBezTo>
                                      <a:cubicBezTo>
                                        <a:pt x="12" y="5435"/>
                                        <a:pt x="0" y="5478"/>
                                        <a:pt x="10" y="5529"/>
                                      </a:cubicBezTo>
                                      <a:cubicBezTo>
                                        <a:pt x="20" y="5580"/>
                                        <a:pt x="81" y="5630"/>
                                        <a:pt x="99" y="5656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333333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9" name="Freeform 508"/>
                              <wps:cNvSpPr>
                                <a:spLocks/>
                              </wps:cNvSpPr>
                              <wps:spPr bwMode="auto">
                                <a:xfrm>
                                  <a:off x="3831" y="3564"/>
                                  <a:ext cx="552" cy="1080"/>
                                </a:xfrm>
                                <a:custGeom>
                                  <a:avLst/>
                                  <a:gdLst>
                                    <a:gd name="T0" fmla="*/ 0 w 552"/>
                                    <a:gd name="T1" fmla="*/ 0 h 1080"/>
                                    <a:gd name="T2" fmla="*/ 306 w 552"/>
                                    <a:gd name="T3" fmla="*/ 330 h 1080"/>
                                    <a:gd name="T4" fmla="*/ 444 w 552"/>
                                    <a:gd name="T5" fmla="*/ 570 h 1080"/>
                                    <a:gd name="T6" fmla="*/ 492 w 552"/>
                                    <a:gd name="T7" fmla="*/ 804 h 1080"/>
                                    <a:gd name="T8" fmla="*/ 552 w 552"/>
                                    <a:gd name="T9" fmla="*/ 1080 h 108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552" h="1080">
                                      <a:moveTo>
                                        <a:pt x="0" y="0"/>
                                      </a:moveTo>
                                      <a:cubicBezTo>
                                        <a:pt x="52" y="55"/>
                                        <a:pt x="232" y="235"/>
                                        <a:pt x="306" y="330"/>
                                      </a:cubicBezTo>
                                      <a:cubicBezTo>
                                        <a:pt x="380" y="425"/>
                                        <a:pt x="413" y="491"/>
                                        <a:pt x="444" y="570"/>
                                      </a:cubicBezTo>
                                      <a:cubicBezTo>
                                        <a:pt x="475" y="649"/>
                                        <a:pt x="474" y="719"/>
                                        <a:pt x="492" y="804"/>
                                      </a:cubicBezTo>
                                      <a:cubicBezTo>
                                        <a:pt x="510" y="889"/>
                                        <a:pt x="540" y="1023"/>
                                        <a:pt x="552" y="108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333333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0" name="Freeform 509"/>
                              <wps:cNvSpPr>
                                <a:spLocks/>
                              </wps:cNvSpPr>
                              <wps:spPr bwMode="auto">
                                <a:xfrm>
                                  <a:off x="4633" y="3493"/>
                                  <a:ext cx="484" cy="595"/>
                                </a:xfrm>
                                <a:custGeom>
                                  <a:avLst/>
                                  <a:gdLst>
                                    <a:gd name="T0" fmla="*/ 470 w 484"/>
                                    <a:gd name="T1" fmla="*/ 581 h 595"/>
                                    <a:gd name="T2" fmla="*/ 405 w 484"/>
                                    <a:gd name="T3" fmla="*/ 497 h 595"/>
                                    <a:gd name="T4" fmla="*/ 309 w 484"/>
                                    <a:gd name="T5" fmla="*/ 367 h 595"/>
                                    <a:gd name="T6" fmla="*/ 252 w 484"/>
                                    <a:gd name="T7" fmla="*/ 228 h 595"/>
                                    <a:gd name="T8" fmla="*/ 223 w 484"/>
                                    <a:gd name="T9" fmla="*/ 137 h 595"/>
                                    <a:gd name="T10" fmla="*/ 184 w 484"/>
                                    <a:gd name="T11" fmla="*/ 106 h 595"/>
                                    <a:gd name="T12" fmla="*/ 21 w 484"/>
                                    <a:gd name="T13" fmla="*/ 5 h 595"/>
                                    <a:gd name="T14" fmla="*/ 60 w 484"/>
                                    <a:gd name="T15" fmla="*/ 75 h 595"/>
                                    <a:gd name="T16" fmla="*/ 177 w 484"/>
                                    <a:gd name="T17" fmla="*/ 223 h 595"/>
                                    <a:gd name="T18" fmla="*/ 321 w 484"/>
                                    <a:gd name="T19" fmla="*/ 415 h 595"/>
                                    <a:gd name="T20" fmla="*/ 470 w 484"/>
                                    <a:gd name="T21" fmla="*/ 581 h 59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</a:cxnLst>
                                  <a:rect l="0" t="0" r="r" b="b"/>
                                  <a:pathLst>
                                    <a:path w="484" h="595">
                                      <a:moveTo>
                                        <a:pt x="470" y="581"/>
                                      </a:moveTo>
                                      <a:cubicBezTo>
                                        <a:pt x="484" y="595"/>
                                        <a:pt x="432" y="533"/>
                                        <a:pt x="405" y="497"/>
                                      </a:cubicBezTo>
                                      <a:cubicBezTo>
                                        <a:pt x="378" y="461"/>
                                        <a:pt x="334" y="412"/>
                                        <a:pt x="309" y="367"/>
                                      </a:cubicBezTo>
                                      <a:cubicBezTo>
                                        <a:pt x="284" y="322"/>
                                        <a:pt x="266" y="266"/>
                                        <a:pt x="252" y="228"/>
                                      </a:cubicBezTo>
                                      <a:cubicBezTo>
                                        <a:pt x="238" y="190"/>
                                        <a:pt x="234" y="157"/>
                                        <a:pt x="223" y="137"/>
                                      </a:cubicBezTo>
                                      <a:cubicBezTo>
                                        <a:pt x="212" y="117"/>
                                        <a:pt x="218" y="128"/>
                                        <a:pt x="184" y="106"/>
                                      </a:cubicBezTo>
                                      <a:cubicBezTo>
                                        <a:pt x="150" y="84"/>
                                        <a:pt x="42" y="10"/>
                                        <a:pt x="21" y="5"/>
                                      </a:cubicBezTo>
                                      <a:cubicBezTo>
                                        <a:pt x="0" y="0"/>
                                        <a:pt x="34" y="39"/>
                                        <a:pt x="60" y="75"/>
                                      </a:cubicBezTo>
                                      <a:cubicBezTo>
                                        <a:pt x="86" y="111"/>
                                        <a:pt x="134" y="166"/>
                                        <a:pt x="177" y="223"/>
                                      </a:cubicBezTo>
                                      <a:cubicBezTo>
                                        <a:pt x="220" y="280"/>
                                        <a:pt x="274" y="354"/>
                                        <a:pt x="321" y="415"/>
                                      </a:cubicBezTo>
                                      <a:cubicBezTo>
                                        <a:pt x="368" y="476"/>
                                        <a:pt x="456" y="567"/>
                                        <a:pt x="470" y="581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1" name="Freeform 5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3662" y="4223"/>
                                  <a:ext cx="184" cy="825"/>
                                </a:xfrm>
                                <a:custGeom>
                                  <a:avLst/>
                                  <a:gdLst>
                                    <a:gd name="T0" fmla="*/ 15 w 184"/>
                                    <a:gd name="T1" fmla="*/ 177 h 825"/>
                                    <a:gd name="T2" fmla="*/ 87 w 184"/>
                                    <a:gd name="T3" fmla="*/ 485 h 825"/>
                                    <a:gd name="T4" fmla="*/ 131 w 184"/>
                                    <a:gd name="T5" fmla="*/ 811 h 825"/>
                                    <a:gd name="T6" fmla="*/ 147 w 184"/>
                                    <a:gd name="T7" fmla="*/ 571 h 825"/>
                                    <a:gd name="T8" fmla="*/ 171 w 184"/>
                                    <a:gd name="T9" fmla="*/ 252 h 825"/>
                                    <a:gd name="T10" fmla="*/ 174 w 184"/>
                                    <a:gd name="T11" fmla="*/ 165 h 825"/>
                                    <a:gd name="T12" fmla="*/ 109 w 184"/>
                                    <a:gd name="T13" fmla="*/ 120 h 825"/>
                                    <a:gd name="T14" fmla="*/ 15 w 184"/>
                                    <a:gd name="T15" fmla="*/ 9 h 825"/>
                                    <a:gd name="T16" fmla="*/ 15 w 184"/>
                                    <a:gd name="T17" fmla="*/ 177 h 82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</a:cxnLst>
                                  <a:rect l="0" t="0" r="r" b="b"/>
                                  <a:pathLst>
                                    <a:path w="184" h="825">
                                      <a:moveTo>
                                        <a:pt x="15" y="177"/>
                                      </a:moveTo>
                                      <a:cubicBezTo>
                                        <a:pt x="27" y="256"/>
                                        <a:pt x="68" y="379"/>
                                        <a:pt x="87" y="485"/>
                                      </a:cubicBezTo>
                                      <a:cubicBezTo>
                                        <a:pt x="106" y="591"/>
                                        <a:pt x="121" y="797"/>
                                        <a:pt x="131" y="811"/>
                                      </a:cubicBezTo>
                                      <a:cubicBezTo>
                                        <a:pt x="141" y="825"/>
                                        <a:pt x="140" y="664"/>
                                        <a:pt x="147" y="571"/>
                                      </a:cubicBezTo>
                                      <a:cubicBezTo>
                                        <a:pt x="154" y="478"/>
                                        <a:pt x="167" y="320"/>
                                        <a:pt x="171" y="252"/>
                                      </a:cubicBezTo>
                                      <a:cubicBezTo>
                                        <a:pt x="175" y="184"/>
                                        <a:pt x="184" y="187"/>
                                        <a:pt x="174" y="165"/>
                                      </a:cubicBezTo>
                                      <a:cubicBezTo>
                                        <a:pt x="164" y="143"/>
                                        <a:pt x="136" y="146"/>
                                        <a:pt x="109" y="120"/>
                                      </a:cubicBezTo>
                                      <a:cubicBezTo>
                                        <a:pt x="82" y="94"/>
                                        <a:pt x="30" y="0"/>
                                        <a:pt x="15" y="9"/>
                                      </a:cubicBezTo>
                                      <a:cubicBezTo>
                                        <a:pt x="0" y="18"/>
                                        <a:pt x="3" y="98"/>
                                        <a:pt x="15" y="177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2" name="Freeform 511"/>
                              <wps:cNvSpPr>
                                <a:spLocks/>
                              </wps:cNvSpPr>
                              <wps:spPr bwMode="auto">
                                <a:xfrm>
                                  <a:off x="6007" y="6258"/>
                                  <a:ext cx="154" cy="102"/>
                                </a:xfrm>
                                <a:custGeom>
                                  <a:avLst/>
                                  <a:gdLst>
                                    <a:gd name="T0" fmla="*/ 146 w 154"/>
                                    <a:gd name="T1" fmla="*/ 102 h 102"/>
                                    <a:gd name="T2" fmla="*/ 86 w 154"/>
                                    <a:gd name="T3" fmla="*/ 42 h 102"/>
                                    <a:gd name="T4" fmla="*/ 2 w 154"/>
                                    <a:gd name="T5" fmla="*/ 6 h 102"/>
                                    <a:gd name="T6" fmla="*/ 98 w 154"/>
                                    <a:gd name="T7" fmla="*/ 6 h 102"/>
                                    <a:gd name="T8" fmla="*/ 134 w 154"/>
                                    <a:gd name="T9" fmla="*/ 42 h 102"/>
                                    <a:gd name="T10" fmla="*/ 146 w 154"/>
                                    <a:gd name="T11" fmla="*/ 102 h 10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154" h="102">
                                      <a:moveTo>
                                        <a:pt x="146" y="102"/>
                                      </a:moveTo>
                                      <a:cubicBezTo>
                                        <a:pt x="138" y="102"/>
                                        <a:pt x="110" y="58"/>
                                        <a:pt x="86" y="42"/>
                                      </a:cubicBezTo>
                                      <a:cubicBezTo>
                                        <a:pt x="62" y="26"/>
                                        <a:pt x="0" y="12"/>
                                        <a:pt x="2" y="6"/>
                                      </a:cubicBezTo>
                                      <a:cubicBezTo>
                                        <a:pt x="4" y="0"/>
                                        <a:pt x="76" y="0"/>
                                        <a:pt x="98" y="6"/>
                                      </a:cubicBezTo>
                                      <a:cubicBezTo>
                                        <a:pt x="120" y="12"/>
                                        <a:pt x="128" y="27"/>
                                        <a:pt x="134" y="42"/>
                                      </a:cubicBezTo>
                                      <a:cubicBezTo>
                                        <a:pt x="140" y="57"/>
                                        <a:pt x="154" y="102"/>
                                        <a:pt x="146" y="10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3" name="Freeform 512"/>
                              <wps:cNvSpPr>
                                <a:spLocks/>
                              </wps:cNvSpPr>
                              <wps:spPr bwMode="auto">
                                <a:xfrm>
                                  <a:off x="5642" y="6760"/>
                                  <a:ext cx="230" cy="909"/>
                                </a:xfrm>
                                <a:custGeom>
                                  <a:avLst/>
                                  <a:gdLst>
                                    <a:gd name="T0" fmla="*/ 175 w 230"/>
                                    <a:gd name="T1" fmla="*/ 2 h 909"/>
                                    <a:gd name="T2" fmla="*/ 163 w 230"/>
                                    <a:gd name="T3" fmla="*/ 254 h 909"/>
                                    <a:gd name="T4" fmla="*/ 211 w 230"/>
                                    <a:gd name="T5" fmla="*/ 488 h 909"/>
                                    <a:gd name="T6" fmla="*/ 49 w 230"/>
                                    <a:gd name="T7" fmla="*/ 866 h 909"/>
                                    <a:gd name="T8" fmla="*/ 25 w 230"/>
                                    <a:gd name="T9" fmla="*/ 746 h 909"/>
                                    <a:gd name="T10" fmla="*/ 199 w 230"/>
                                    <a:gd name="T11" fmla="*/ 494 h 909"/>
                                    <a:gd name="T12" fmla="*/ 151 w 230"/>
                                    <a:gd name="T13" fmla="*/ 368 h 909"/>
                                    <a:gd name="T14" fmla="*/ 121 w 230"/>
                                    <a:gd name="T15" fmla="*/ 242 h 909"/>
                                    <a:gd name="T16" fmla="*/ 175 w 230"/>
                                    <a:gd name="T17" fmla="*/ 2 h 90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</a:cxnLst>
                                  <a:rect l="0" t="0" r="r" b="b"/>
                                  <a:pathLst>
                                    <a:path w="230" h="909">
                                      <a:moveTo>
                                        <a:pt x="175" y="2"/>
                                      </a:moveTo>
                                      <a:cubicBezTo>
                                        <a:pt x="182" y="4"/>
                                        <a:pt x="157" y="173"/>
                                        <a:pt x="163" y="254"/>
                                      </a:cubicBezTo>
                                      <a:cubicBezTo>
                                        <a:pt x="169" y="335"/>
                                        <a:pt x="230" y="386"/>
                                        <a:pt x="211" y="488"/>
                                      </a:cubicBezTo>
                                      <a:cubicBezTo>
                                        <a:pt x="192" y="590"/>
                                        <a:pt x="80" y="823"/>
                                        <a:pt x="49" y="866"/>
                                      </a:cubicBezTo>
                                      <a:cubicBezTo>
                                        <a:pt x="18" y="909"/>
                                        <a:pt x="0" y="808"/>
                                        <a:pt x="25" y="746"/>
                                      </a:cubicBezTo>
                                      <a:cubicBezTo>
                                        <a:pt x="50" y="684"/>
                                        <a:pt x="178" y="557"/>
                                        <a:pt x="199" y="494"/>
                                      </a:cubicBezTo>
                                      <a:cubicBezTo>
                                        <a:pt x="220" y="431"/>
                                        <a:pt x="164" y="410"/>
                                        <a:pt x="151" y="368"/>
                                      </a:cubicBezTo>
                                      <a:cubicBezTo>
                                        <a:pt x="138" y="326"/>
                                        <a:pt x="119" y="302"/>
                                        <a:pt x="121" y="242"/>
                                      </a:cubicBezTo>
                                      <a:cubicBezTo>
                                        <a:pt x="123" y="182"/>
                                        <a:pt x="168" y="0"/>
                                        <a:pt x="175" y="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4" name="Freeform 513"/>
                              <wps:cNvSpPr>
                                <a:spLocks/>
                              </wps:cNvSpPr>
                              <wps:spPr bwMode="auto">
                                <a:xfrm>
                                  <a:off x="3735" y="3616"/>
                                  <a:ext cx="998" cy="614"/>
                                </a:xfrm>
                                <a:custGeom>
                                  <a:avLst/>
                                  <a:gdLst>
                                    <a:gd name="T0" fmla="*/ 0 w 998"/>
                                    <a:gd name="T1" fmla="*/ 614 h 614"/>
                                    <a:gd name="T2" fmla="*/ 144 w 998"/>
                                    <a:gd name="T3" fmla="*/ 350 h 614"/>
                                    <a:gd name="T4" fmla="*/ 523 w 998"/>
                                    <a:gd name="T5" fmla="*/ 100 h 614"/>
                                    <a:gd name="T6" fmla="*/ 998 w 998"/>
                                    <a:gd name="T7" fmla="*/ 0 h 61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998" h="614">
                                      <a:moveTo>
                                        <a:pt x="0" y="614"/>
                                      </a:moveTo>
                                      <a:cubicBezTo>
                                        <a:pt x="29" y="524"/>
                                        <a:pt x="57" y="436"/>
                                        <a:pt x="144" y="350"/>
                                      </a:cubicBezTo>
                                      <a:cubicBezTo>
                                        <a:pt x="231" y="264"/>
                                        <a:pt x="381" y="158"/>
                                        <a:pt x="523" y="100"/>
                                      </a:cubicBezTo>
                                      <a:cubicBezTo>
                                        <a:pt x="665" y="42"/>
                                        <a:pt x="899" y="21"/>
                                        <a:pt x="998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 cap="rnd">
                                  <a:solidFill>
                                    <a:srgbClr val="000000"/>
                                  </a:solidFill>
                                  <a:prstDash val="sysDot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5" name="Freeform 514"/>
                              <wps:cNvSpPr>
                                <a:spLocks/>
                              </wps:cNvSpPr>
                              <wps:spPr bwMode="auto">
                                <a:xfrm>
                                  <a:off x="3915" y="3462"/>
                                  <a:ext cx="1673" cy="6456"/>
                                </a:xfrm>
                                <a:custGeom>
                                  <a:avLst/>
                                  <a:gdLst>
                                    <a:gd name="T0" fmla="*/ 0 w 1673"/>
                                    <a:gd name="T1" fmla="*/ 0 h 6456"/>
                                    <a:gd name="T2" fmla="*/ 300 w 1673"/>
                                    <a:gd name="T3" fmla="*/ 318 h 6456"/>
                                    <a:gd name="T4" fmla="*/ 648 w 1673"/>
                                    <a:gd name="T5" fmla="*/ 786 h 6456"/>
                                    <a:gd name="T6" fmla="*/ 1008 w 1673"/>
                                    <a:gd name="T7" fmla="*/ 1554 h 6456"/>
                                    <a:gd name="T8" fmla="*/ 1332 w 1673"/>
                                    <a:gd name="T9" fmla="*/ 2370 h 6456"/>
                                    <a:gd name="T10" fmla="*/ 1482 w 1673"/>
                                    <a:gd name="T11" fmla="*/ 2868 h 6456"/>
                                    <a:gd name="T12" fmla="*/ 1524 w 1673"/>
                                    <a:gd name="T13" fmla="*/ 3324 h 6456"/>
                                    <a:gd name="T14" fmla="*/ 1542 w 1673"/>
                                    <a:gd name="T15" fmla="*/ 3576 h 6456"/>
                                    <a:gd name="T16" fmla="*/ 1668 w 1673"/>
                                    <a:gd name="T17" fmla="*/ 4056 h 6456"/>
                                    <a:gd name="T18" fmla="*/ 1572 w 1673"/>
                                    <a:gd name="T19" fmla="*/ 4518 h 6456"/>
                                    <a:gd name="T20" fmla="*/ 1182 w 1673"/>
                                    <a:gd name="T21" fmla="*/ 5328 h 6456"/>
                                    <a:gd name="T22" fmla="*/ 912 w 1673"/>
                                    <a:gd name="T23" fmla="*/ 5880 h 6456"/>
                                    <a:gd name="T24" fmla="*/ 840 w 1673"/>
                                    <a:gd name="T25" fmla="*/ 6144 h 6456"/>
                                    <a:gd name="T26" fmla="*/ 828 w 1673"/>
                                    <a:gd name="T27" fmla="*/ 6456 h 645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1673" h="6456">
                                      <a:moveTo>
                                        <a:pt x="0" y="0"/>
                                      </a:moveTo>
                                      <a:cubicBezTo>
                                        <a:pt x="50" y="53"/>
                                        <a:pt x="192" y="187"/>
                                        <a:pt x="300" y="318"/>
                                      </a:cubicBezTo>
                                      <a:cubicBezTo>
                                        <a:pt x="408" y="449"/>
                                        <a:pt x="530" y="580"/>
                                        <a:pt x="648" y="786"/>
                                      </a:cubicBezTo>
                                      <a:cubicBezTo>
                                        <a:pt x="766" y="992"/>
                                        <a:pt x="894" y="1290"/>
                                        <a:pt x="1008" y="1554"/>
                                      </a:cubicBezTo>
                                      <a:cubicBezTo>
                                        <a:pt x="1122" y="1818"/>
                                        <a:pt x="1253" y="2151"/>
                                        <a:pt x="1332" y="2370"/>
                                      </a:cubicBezTo>
                                      <a:cubicBezTo>
                                        <a:pt x="1411" y="2589"/>
                                        <a:pt x="1450" y="2709"/>
                                        <a:pt x="1482" y="2868"/>
                                      </a:cubicBezTo>
                                      <a:cubicBezTo>
                                        <a:pt x="1514" y="3027"/>
                                        <a:pt x="1514" y="3206"/>
                                        <a:pt x="1524" y="3324"/>
                                      </a:cubicBezTo>
                                      <a:cubicBezTo>
                                        <a:pt x="1534" y="3442"/>
                                        <a:pt x="1518" y="3454"/>
                                        <a:pt x="1542" y="3576"/>
                                      </a:cubicBezTo>
                                      <a:cubicBezTo>
                                        <a:pt x="1566" y="3698"/>
                                        <a:pt x="1663" y="3899"/>
                                        <a:pt x="1668" y="4056"/>
                                      </a:cubicBezTo>
                                      <a:cubicBezTo>
                                        <a:pt x="1673" y="4213"/>
                                        <a:pt x="1653" y="4306"/>
                                        <a:pt x="1572" y="4518"/>
                                      </a:cubicBezTo>
                                      <a:cubicBezTo>
                                        <a:pt x="1491" y="4730"/>
                                        <a:pt x="1292" y="5101"/>
                                        <a:pt x="1182" y="5328"/>
                                      </a:cubicBezTo>
                                      <a:cubicBezTo>
                                        <a:pt x="1072" y="5555"/>
                                        <a:pt x="969" y="5744"/>
                                        <a:pt x="912" y="5880"/>
                                      </a:cubicBezTo>
                                      <a:cubicBezTo>
                                        <a:pt x="855" y="6016"/>
                                        <a:pt x="854" y="6048"/>
                                        <a:pt x="840" y="6144"/>
                                      </a:cubicBezTo>
                                      <a:cubicBezTo>
                                        <a:pt x="826" y="6240"/>
                                        <a:pt x="830" y="6391"/>
                                        <a:pt x="828" y="6456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333333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6" name="Freeform 515"/>
                              <wps:cNvSpPr>
                                <a:spLocks/>
                              </wps:cNvSpPr>
                              <wps:spPr bwMode="auto">
                                <a:xfrm>
                                  <a:off x="5065" y="10808"/>
                                  <a:ext cx="232" cy="138"/>
                                </a:xfrm>
                                <a:custGeom>
                                  <a:avLst/>
                                  <a:gdLst>
                                    <a:gd name="T0" fmla="*/ 232 w 232"/>
                                    <a:gd name="T1" fmla="*/ 130 h 138"/>
                                    <a:gd name="T2" fmla="*/ 158 w 232"/>
                                    <a:gd name="T3" fmla="*/ 130 h 138"/>
                                    <a:gd name="T4" fmla="*/ 57 w 232"/>
                                    <a:gd name="T5" fmla="*/ 79 h 138"/>
                                    <a:gd name="T6" fmla="*/ 0 w 232"/>
                                    <a:gd name="T7" fmla="*/ 0 h 13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232" h="138">
                                      <a:moveTo>
                                        <a:pt x="232" y="130"/>
                                      </a:moveTo>
                                      <a:cubicBezTo>
                                        <a:pt x="220" y="130"/>
                                        <a:pt x="187" y="138"/>
                                        <a:pt x="158" y="130"/>
                                      </a:cubicBezTo>
                                      <a:cubicBezTo>
                                        <a:pt x="129" y="122"/>
                                        <a:pt x="83" y="101"/>
                                        <a:pt x="57" y="79"/>
                                      </a:cubicBezTo>
                                      <a:cubicBezTo>
                                        <a:pt x="31" y="57"/>
                                        <a:pt x="12" y="16"/>
                                        <a:pt x="0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7" name="Freeform 516"/>
                              <wps:cNvSpPr>
                                <a:spLocks/>
                              </wps:cNvSpPr>
                              <wps:spPr bwMode="auto">
                                <a:xfrm>
                                  <a:off x="4008" y="10247"/>
                                  <a:ext cx="567" cy="562"/>
                                </a:xfrm>
                                <a:custGeom>
                                  <a:avLst/>
                                  <a:gdLst>
                                    <a:gd name="T0" fmla="*/ 555 w 567"/>
                                    <a:gd name="T1" fmla="*/ 559 h 562"/>
                                    <a:gd name="T2" fmla="*/ 495 w 567"/>
                                    <a:gd name="T3" fmla="*/ 427 h 562"/>
                                    <a:gd name="T4" fmla="*/ 423 w 567"/>
                                    <a:gd name="T5" fmla="*/ 253 h 562"/>
                                    <a:gd name="T6" fmla="*/ 303 w 567"/>
                                    <a:gd name="T7" fmla="*/ 121 h 562"/>
                                    <a:gd name="T8" fmla="*/ 99 w 567"/>
                                    <a:gd name="T9" fmla="*/ 49 h 562"/>
                                    <a:gd name="T10" fmla="*/ 9 w 567"/>
                                    <a:gd name="T11" fmla="*/ 1 h 562"/>
                                    <a:gd name="T12" fmla="*/ 45 w 567"/>
                                    <a:gd name="T13" fmla="*/ 43 h 562"/>
                                    <a:gd name="T14" fmla="*/ 141 w 567"/>
                                    <a:gd name="T15" fmla="*/ 97 h 562"/>
                                    <a:gd name="T16" fmla="*/ 237 w 567"/>
                                    <a:gd name="T17" fmla="*/ 193 h 562"/>
                                    <a:gd name="T18" fmla="*/ 321 w 567"/>
                                    <a:gd name="T19" fmla="*/ 307 h 562"/>
                                    <a:gd name="T20" fmla="*/ 423 w 567"/>
                                    <a:gd name="T21" fmla="*/ 445 h 562"/>
                                    <a:gd name="T22" fmla="*/ 555 w 567"/>
                                    <a:gd name="T23" fmla="*/ 559 h 56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</a:cxnLst>
                                  <a:rect l="0" t="0" r="r" b="b"/>
                                  <a:pathLst>
                                    <a:path w="567" h="562">
                                      <a:moveTo>
                                        <a:pt x="555" y="559"/>
                                      </a:moveTo>
                                      <a:cubicBezTo>
                                        <a:pt x="567" y="556"/>
                                        <a:pt x="517" y="478"/>
                                        <a:pt x="495" y="427"/>
                                      </a:cubicBezTo>
                                      <a:cubicBezTo>
                                        <a:pt x="473" y="376"/>
                                        <a:pt x="455" y="304"/>
                                        <a:pt x="423" y="253"/>
                                      </a:cubicBezTo>
                                      <a:cubicBezTo>
                                        <a:pt x="391" y="202"/>
                                        <a:pt x="357" y="155"/>
                                        <a:pt x="303" y="121"/>
                                      </a:cubicBezTo>
                                      <a:cubicBezTo>
                                        <a:pt x="249" y="87"/>
                                        <a:pt x="148" y="69"/>
                                        <a:pt x="99" y="49"/>
                                      </a:cubicBezTo>
                                      <a:cubicBezTo>
                                        <a:pt x="50" y="29"/>
                                        <a:pt x="18" y="2"/>
                                        <a:pt x="9" y="1"/>
                                      </a:cubicBezTo>
                                      <a:cubicBezTo>
                                        <a:pt x="0" y="0"/>
                                        <a:pt x="23" y="27"/>
                                        <a:pt x="45" y="43"/>
                                      </a:cubicBezTo>
                                      <a:cubicBezTo>
                                        <a:pt x="67" y="59"/>
                                        <a:pt x="109" y="72"/>
                                        <a:pt x="141" y="97"/>
                                      </a:cubicBezTo>
                                      <a:cubicBezTo>
                                        <a:pt x="173" y="122"/>
                                        <a:pt x="207" y="158"/>
                                        <a:pt x="237" y="193"/>
                                      </a:cubicBezTo>
                                      <a:cubicBezTo>
                                        <a:pt x="267" y="228"/>
                                        <a:pt x="290" y="265"/>
                                        <a:pt x="321" y="307"/>
                                      </a:cubicBezTo>
                                      <a:cubicBezTo>
                                        <a:pt x="352" y="349"/>
                                        <a:pt x="384" y="406"/>
                                        <a:pt x="423" y="445"/>
                                      </a:cubicBezTo>
                                      <a:cubicBezTo>
                                        <a:pt x="462" y="484"/>
                                        <a:pt x="543" y="562"/>
                                        <a:pt x="555" y="559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8" name="Freeform 517"/>
                              <wps:cNvSpPr>
                                <a:spLocks/>
                              </wps:cNvSpPr>
                              <wps:spPr bwMode="auto">
                                <a:xfrm>
                                  <a:off x="5234" y="10939"/>
                                  <a:ext cx="99" cy="52"/>
                                </a:xfrm>
                                <a:custGeom>
                                  <a:avLst/>
                                  <a:gdLst>
                                    <a:gd name="T0" fmla="*/ 71 w 99"/>
                                    <a:gd name="T1" fmla="*/ 1 h 52"/>
                                    <a:gd name="T2" fmla="*/ 92 w 99"/>
                                    <a:gd name="T3" fmla="*/ 18 h 52"/>
                                    <a:gd name="T4" fmla="*/ 92 w 99"/>
                                    <a:gd name="T5" fmla="*/ 47 h 52"/>
                                    <a:gd name="T6" fmla="*/ 49 w 99"/>
                                    <a:gd name="T7" fmla="*/ 49 h 52"/>
                                    <a:gd name="T8" fmla="*/ 6 w 99"/>
                                    <a:gd name="T9" fmla="*/ 47 h 52"/>
                                    <a:gd name="T10" fmla="*/ 13 w 99"/>
                                    <a:gd name="T11" fmla="*/ 23 h 52"/>
                                    <a:gd name="T12" fmla="*/ 71 w 99"/>
                                    <a:gd name="T13" fmla="*/ 1 h 5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99" h="52">
                                      <a:moveTo>
                                        <a:pt x="71" y="1"/>
                                      </a:moveTo>
                                      <a:cubicBezTo>
                                        <a:pt x="84" y="0"/>
                                        <a:pt x="89" y="10"/>
                                        <a:pt x="92" y="18"/>
                                      </a:cubicBezTo>
                                      <a:cubicBezTo>
                                        <a:pt x="95" y="26"/>
                                        <a:pt x="99" y="42"/>
                                        <a:pt x="92" y="47"/>
                                      </a:cubicBezTo>
                                      <a:cubicBezTo>
                                        <a:pt x="85" y="52"/>
                                        <a:pt x="63" y="49"/>
                                        <a:pt x="49" y="49"/>
                                      </a:cubicBezTo>
                                      <a:cubicBezTo>
                                        <a:pt x="35" y="49"/>
                                        <a:pt x="12" y="51"/>
                                        <a:pt x="6" y="47"/>
                                      </a:cubicBezTo>
                                      <a:cubicBezTo>
                                        <a:pt x="0" y="43"/>
                                        <a:pt x="2" y="29"/>
                                        <a:pt x="13" y="23"/>
                                      </a:cubicBezTo>
                                      <a:cubicBezTo>
                                        <a:pt x="24" y="17"/>
                                        <a:pt x="58" y="2"/>
                                        <a:pt x="71" y="1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C0C0C0"/>
                                </a:solidFill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9" name="Freeform 518"/>
                              <wps:cNvSpPr>
                                <a:spLocks/>
                              </wps:cNvSpPr>
                              <wps:spPr bwMode="auto">
                                <a:xfrm>
                                  <a:off x="3627" y="3397"/>
                                  <a:ext cx="2601" cy="7735"/>
                                </a:xfrm>
                                <a:custGeom>
                                  <a:avLst/>
                                  <a:gdLst>
                                    <a:gd name="T0" fmla="*/ 0 w 2601"/>
                                    <a:gd name="T1" fmla="*/ 1277 h 7735"/>
                                    <a:gd name="T2" fmla="*/ 228 w 2601"/>
                                    <a:gd name="T3" fmla="*/ 1781 h 7735"/>
                                    <a:gd name="T4" fmla="*/ 470 w 2601"/>
                                    <a:gd name="T5" fmla="*/ 2059 h 7735"/>
                                    <a:gd name="T6" fmla="*/ 816 w 2601"/>
                                    <a:gd name="T7" fmla="*/ 2525 h 7735"/>
                                    <a:gd name="T8" fmla="*/ 1044 w 2601"/>
                                    <a:gd name="T9" fmla="*/ 2801 h 7735"/>
                                    <a:gd name="T10" fmla="*/ 1212 w 2601"/>
                                    <a:gd name="T11" fmla="*/ 3149 h 7735"/>
                                    <a:gd name="T12" fmla="*/ 1325 w 2601"/>
                                    <a:gd name="T13" fmla="*/ 3425 h 7735"/>
                                    <a:gd name="T14" fmla="*/ 1164 w 2601"/>
                                    <a:gd name="T15" fmla="*/ 3684 h 7735"/>
                                    <a:gd name="T16" fmla="*/ 914 w 2601"/>
                                    <a:gd name="T17" fmla="*/ 4097 h 7735"/>
                                    <a:gd name="T18" fmla="*/ 833 w 2601"/>
                                    <a:gd name="T19" fmla="*/ 4462 h 7735"/>
                                    <a:gd name="T20" fmla="*/ 799 w 2601"/>
                                    <a:gd name="T21" fmla="*/ 4846 h 7735"/>
                                    <a:gd name="T22" fmla="*/ 660 w 2601"/>
                                    <a:gd name="T23" fmla="*/ 5441 h 7735"/>
                                    <a:gd name="T24" fmla="*/ 554 w 2601"/>
                                    <a:gd name="T25" fmla="*/ 5907 h 7735"/>
                                    <a:gd name="T26" fmla="*/ 360 w 2601"/>
                                    <a:gd name="T27" fmla="*/ 6209 h 7735"/>
                                    <a:gd name="T28" fmla="*/ 168 w 2601"/>
                                    <a:gd name="T29" fmla="*/ 6389 h 7735"/>
                                    <a:gd name="T30" fmla="*/ 144 w 2601"/>
                                    <a:gd name="T31" fmla="*/ 6581 h 7735"/>
                                    <a:gd name="T32" fmla="*/ 312 w 2601"/>
                                    <a:gd name="T33" fmla="*/ 6797 h 7735"/>
                                    <a:gd name="T34" fmla="*/ 456 w 2601"/>
                                    <a:gd name="T35" fmla="*/ 6917 h 7735"/>
                                    <a:gd name="T36" fmla="*/ 576 w 2601"/>
                                    <a:gd name="T37" fmla="*/ 7007 h 7735"/>
                                    <a:gd name="T38" fmla="*/ 798 w 2601"/>
                                    <a:gd name="T39" fmla="*/ 7301 h 7735"/>
                                    <a:gd name="T40" fmla="*/ 938 w 2601"/>
                                    <a:gd name="T41" fmla="*/ 7438 h 7735"/>
                                    <a:gd name="T42" fmla="*/ 1092 w 2601"/>
                                    <a:gd name="T43" fmla="*/ 7625 h 7735"/>
                                    <a:gd name="T44" fmla="*/ 1284 w 2601"/>
                                    <a:gd name="T45" fmla="*/ 7709 h 7735"/>
                                    <a:gd name="T46" fmla="*/ 1428 w 2601"/>
                                    <a:gd name="T47" fmla="*/ 7697 h 7735"/>
                                    <a:gd name="T48" fmla="*/ 1512 w 2601"/>
                                    <a:gd name="T49" fmla="*/ 7733 h 7735"/>
                                    <a:gd name="T50" fmla="*/ 1692 w 2601"/>
                                    <a:gd name="T51" fmla="*/ 7709 h 7735"/>
                                    <a:gd name="T52" fmla="*/ 1758 w 2601"/>
                                    <a:gd name="T53" fmla="*/ 7607 h 7735"/>
                                    <a:gd name="T54" fmla="*/ 1644 w 2601"/>
                                    <a:gd name="T55" fmla="*/ 7517 h 7735"/>
                                    <a:gd name="T56" fmla="*/ 1534 w 2601"/>
                                    <a:gd name="T57" fmla="*/ 7469 h 7735"/>
                                    <a:gd name="T58" fmla="*/ 1428 w 2601"/>
                                    <a:gd name="T59" fmla="*/ 7402 h 7735"/>
                                    <a:gd name="T60" fmla="*/ 1320 w 2601"/>
                                    <a:gd name="T61" fmla="*/ 7193 h 7735"/>
                                    <a:gd name="T62" fmla="*/ 1224 w 2601"/>
                                    <a:gd name="T63" fmla="*/ 6827 h 7735"/>
                                    <a:gd name="T64" fmla="*/ 1164 w 2601"/>
                                    <a:gd name="T65" fmla="*/ 6575 h 7735"/>
                                    <a:gd name="T66" fmla="*/ 1248 w 2601"/>
                                    <a:gd name="T67" fmla="*/ 6101 h 7735"/>
                                    <a:gd name="T68" fmla="*/ 1476 w 2601"/>
                                    <a:gd name="T69" fmla="*/ 5561 h 7735"/>
                                    <a:gd name="T70" fmla="*/ 1800 w 2601"/>
                                    <a:gd name="T71" fmla="*/ 4949 h 7735"/>
                                    <a:gd name="T72" fmla="*/ 2112 w 2601"/>
                                    <a:gd name="T73" fmla="*/ 4169 h 7735"/>
                                    <a:gd name="T74" fmla="*/ 2256 w 2601"/>
                                    <a:gd name="T75" fmla="*/ 3857 h 7735"/>
                                    <a:gd name="T76" fmla="*/ 2508 w 2601"/>
                                    <a:gd name="T77" fmla="*/ 3437 h 7735"/>
                                    <a:gd name="T78" fmla="*/ 2598 w 2601"/>
                                    <a:gd name="T79" fmla="*/ 3149 h 7735"/>
                                    <a:gd name="T80" fmla="*/ 2526 w 2601"/>
                                    <a:gd name="T81" fmla="*/ 2909 h 7735"/>
                                    <a:gd name="T82" fmla="*/ 2376 w 2601"/>
                                    <a:gd name="T83" fmla="*/ 2417 h 7735"/>
                                    <a:gd name="T84" fmla="*/ 2191 w 2601"/>
                                    <a:gd name="T85" fmla="*/ 1913 h 7735"/>
                                    <a:gd name="T86" fmla="*/ 1908 w 2601"/>
                                    <a:gd name="T87" fmla="*/ 1349 h 7735"/>
                                    <a:gd name="T88" fmla="*/ 1596 w 2601"/>
                                    <a:gd name="T89" fmla="*/ 845 h 7735"/>
                                    <a:gd name="T90" fmla="*/ 1493 w 2601"/>
                                    <a:gd name="T91" fmla="*/ 694 h 7735"/>
                                    <a:gd name="T92" fmla="*/ 1452 w 2601"/>
                                    <a:gd name="T93" fmla="*/ 533 h 7735"/>
                                    <a:gd name="T94" fmla="*/ 1399 w 2601"/>
                                    <a:gd name="T95" fmla="*/ 327 h 7735"/>
                                    <a:gd name="T96" fmla="*/ 1366 w 2601"/>
                                    <a:gd name="T97" fmla="*/ 0 h 773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</a:cxnLst>
                                  <a:rect l="0" t="0" r="r" b="b"/>
                                  <a:pathLst>
                                    <a:path w="2601" h="7735">
                                      <a:moveTo>
                                        <a:pt x="0" y="1277"/>
                                      </a:moveTo>
                                      <a:cubicBezTo>
                                        <a:pt x="73" y="1465"/>
                                        <a:pt x="150" y="1651"/>
                                        <a:pt x="228" y="1781"/>
                                      </a:cubicBezTo>
                                      <a:cubicBezTo>
                                        <a:pt x="306" y="1911"/>
                                        <a:pt x="372" y="1935"/>
                                        <a:pt x="470" y="2059"/>
                                      </a:cubicBezTo>
                                      <a:cubicBezTo>
                                        <a:pt x="568" y="2183"/>
                                        <a:pt x="720" y="2401"/>
                                        <a:pt x="816" y="2525"/>
                                      </a:cubicBezTo>
                                      <a:cubicBezTo>
                                        <a:pt x="912" y="2649"/>
                                        <a:pt x="978" y="2697"/>
                                        <a:pt x="1044" y="2801"/>
                                      </a:cubicBezTo>
                                      <a:cubicBezTo>
                                        <a:pt x="1110" y="2905"/>
                                        <a:pt x="1165" y="3045"/>
                                        <a:pt x="1212" y="3149"/>
                                      </a:cubicBezTo>
                                      <a:cubicBezTo>
                                        <a:pt x="1259" y="3253"/>
                                        <a:pt x="1333" y="3336"/>
                                        <a:pt x="1325" y="3425"/>
                                      </a:cubicBezTo>
                                      <a:cubicBezTo>
                                        <a:pt x="1317" y="3514"/>
                                        <a:pt x="1232" y="3572"/>
                                        <a:pt x="1164" y="3684"/>
                                      </a:cubicBezTo>
                                      <a:cubicBezTo>
                                        <a:pt x="1096" y="3796"/>
                                        <a:pt x="969" y="3967"/>
                                        <a:pt x="914" y="4097"/>
                                      </a:cubicBezTo>
                                      <a:cubicBezTo>
                                        <a:pt x="859" y="4227"/>
                                        <a:pt x="852" y="4337"/>
                                        <a:pt x="833" y="4462"/>
                                      </a:cubicBezTo>
                                      <a:cubicBezTo>
                                        <a:pt x="814" y="4587"/>
                                        <a:pt x="828" y="4683"/>
                                        <a:pt x="799" y="4846"/>
                                      </a:cubicBezTo>
                                      <a:cubicBezTo>
                                        <a:pt x="770" y="5009"/>
                                        <a:pt x="701" y="5264"/>
                                        <a:pt x="660" y="5441"/>
                                      </a:cubicBezTo>
                                      <a:cubicBezTo>
                                        <a:pt x="619" y="5618"/>
                                        <a:pt x="604" y="5779"/>
                                        <a:pt x="554" y="5907"/>
                                      </a:cubicBezTo>
                                      <a:cubicBezTo>
                                        <a:pt x="504" y="6035"/>
                                        <a:pt x="424" y="6129"/>
                                        <a:pt x="360" y="6209"/>
                                      </a:cubicBezTo>
                                      <a:cubicBezTo>
                                        <a:pt x="296" y="6289"/>
                                        <a:pt x="204" y="6327"/>
                                        <a:pt x="168" y="6389"/>
                                      </a:cubicBezTo>
                                      <a:cubicBezTo>
                                        <a:pt x="132" y="6451"/>
                                        <a:pt x="120" y="6513"/>
                                        <a:pt x="144" y="6581"/>
                                      </a:cubicBezTo>
                                      <a:cubicBezTo>
                                        <a:pt x="168" y="6649"/>
                                        <a:pt x="260" y="6741"/>
                                        <a:pt x="312" y="6797"/>
                                      </a:cubicBezTo>
                                      <a:cubicBezTo>
                                        <a:pt x="364" y="6853"/>
                                        <a:pt x="412" y="6882"/>
                                        <a:pt x="456" y="6917"/>
                                      </a:cubicBezTo>
                                      <a:cubicBezTo>
                                        <a:pt x="500" y="6952"/>
                                        <a:pt x="519" y="6943"/>
                                        <a:pt x="576" y="7007"/>
                                      </a:cubicBezTo>
                                      <a:cubicBezTo>
                                        <a:pt x="633" y="7071"/>
                                        <a:pt x="738" y="7229"/>
                                        <a:pt x="798" y="7301"/>
                                      </a:cubicBezTo>
                                      <a:cubicBezTo>
                                        <a:pt x="858" y="7373"/>
                                        <a:pt x="889" y="7384"/>
                                        <a:pt x="938" y="7438"/>
                                      </a:cubicBezTo>
                                      <a:cubicBezTo>
                                        <a:pt x="987" y="7492"/>
                                        <a:pt x="1034" y="7580"/>
                                        <a:pt x="1092" y="7625"/>
                                      </a:cubicBezTo>
                                      <a:cubicBezTo>
                                        <a:pt x="1150" y="7670"/>
                                        <a:pt x="1228" y="7697"/>
                                        <a:pt x="1284" y="7709"/>
                                      </a:cubicBezTo>
                                      <a:cubicBezTo>
                                        <a:pt x="1340" y="7721"/>
                                        <a:pt x="1390" y="7693"/>
                                        <a:pt x="1428" y="7697"/>
                                      </a:cubicBezTo>
                                      <a:cubicBezTo>
                                        <a:pt x="1466" y="7701"/>
                                        <a:pt x="1468" y="7731"/>
                                        <a:pt x="1512" y="7733"/>
                                      </a:cubicBezTo>
                                      <a:cubicBezTo>
                                        <a:pt x="1556" y="7735"/>
                                        <a:pt x="1651" y="7730"/>
                                        <a:pt x="1692" y="7709"/>
                                      </a:cubicBezTo>
                                      <a:cubicBezTo>
                                        <a:pt x="1733" y="7688"/>
                                        <a:pt x="1766" y="7639"/>
                                        <a:pt x="1758" y="7607"/>
                                      </a:cubicBezTo>
                                      <a:cubicBezTo>
                                        <a:pt x="1750" y="7575"/>
                                        <a:pt x="1681" y="7540"/>
                                        <a:pt x="1644" y="7517"/>
                                      </a:cubicBezTo>
                                      <a:cubicBezTo>
                                        <a:pt x="1607" y="7494"/>
                                        <a:pt x="1570" y="7488"/>
                                        <a:pt x="1534" y="7469"/>
                                      </a:cubicBezTo>
                                      <a:cubicBezTo>
                                        <a:pt x="1498" y="7450"/>
                                        <a:pt x="1464" y="7448"/>
                                        <a:pt x="1428" y="7402"/>
                                      </a:cubicBezTo>
                                      <a:cubicBezTo>
                                        <a:pt x="1392" y="7356"/>
                                        <a:pt x="1354" y="7289"/>
                                        <a:pt x="1320" y="7193"/>
                                      </a:cubicBezTo>
                                      <a:cubicBezTo>
                                        <a:pt x="1286" y="7097"/>
                                        <a:pt x="1250" y="6930"/>
                                        <a:pt x="1224" y="6827"/>
                                      </a:cubicBezTo>
                                      <a:cubicBezTo>
                                        <a:pt x="1198" y="6724"/>
                                        <a:pt x="1160" y="6696"/>
                                        <a:pt x="1164" y="6575"/>
                                      </a:cubicBezTo>
                                      <a:cubicBezTo>
                                        <a:pt x="1168" y="6454"/>
                                        <a:pt x="1196" y="6270"/>
                                        <a:pt x="1248" y="6101"/>
                                      </a:cubicBezTo>
                                      <a:cubicBezTo>
                                        <a:pt x="1300" y="5932"/>
                                        <a:pt x="1384" y="5753"/>
                                        <a:pt x="1476" y="5561"/>
                                      </a:cubicBezTo>
                                      <a:cubicBezTo>
                                        <a:pt x="1568" y="5369"/>
                                        <a:pt x="1694" y="5181"/>
                                        <a:pt x="1800" y="4949"/>
                                      </a:cubicBezTo>
                                      <a:cubicBezTo>
                                        <a:pt x="1906" y="4717"/>
                                        <a:pt x="2036" y="4351"/>
                                        <a:pt x="2112" y="4169"/>
                                      </a:cubicBezTo>
                                      <a:cubicBezTo>
                                        <a:pt x="2188" y="3987"/>
                                        <a:pt x="2190" y="3979"/>
                                        <a:pt x="2256" y="3857"/>
                                      </a:cubicBezTo>
                                      <a:cubicBezTo>
                                        <a:pt x="2322" y="3735"/>
                                        <a:pt x="2451" y="3555"/>
                                        <a:pt x="2508" y="3437"/>
                                      </a:cubicBezTo>
                                      <a:cubicBezTo>
                                        <a:pt x="2565" y="3319"/>
                                        <a:pt x="2595" y="3237"/>
                                        <a:pt x="2598" y="3149"/>
                                      </a:cubicBezTo>
                                      <a:cubicBezTo>
                                        <a:pt x="2601" y="3061"/>
                                        <a:pt x="2563" y="3031"/>
                                        <a:pt x="2526" y="2909"/>
                                      </a:cubicBezTo>
                                      <a:cubicBezTo>
                                        <a:pt x="2489" y="2787"/>
                                        <a:pt x="2432" y="2583"/>
                                        <a:pt x="2376" y="2417"/>
                                      </a:cubicBezTo>
                                      <a:cubicBezTo>
                                        <a:pt x="2320" y="2251"/>
                                        <a:pt x="2269" y="2091"/>
                                        <a:pt x="2191" y="1913"/>
                                      </a:cubicBezTo>
                                      <a:cubicBezTo>
                                        <a:pt x="2113" y="1735"/>
                                        <a:pt x="2007" y="1527"/>
                                        <a:pt x="1908" y="1349"/>
                                      </a:cubicBezTo>
                                      <a:cubicBezTo>
                                        <a:pt x="1809" y="1171"/>
                                        <a:pt x="1665" y="954"/>
                                        <a:pt x="1596" y="845"/>
                                      </a:cubicBezTo>
                                      <a:cubicBezTo>
                                        <a:pt x="1527" y="736"/>
                                        <a:pt x="1517" y="746"/>
                                        <a:pt x="1493" y="694"/>
                                      </a:cubicBezTo>
                                      <a:cubicBezTo>
                                        <a:pt x="1469" y="642"/>
                                        <a:pt x="1468" y="594"/>
                                        <a:pt x="1452" y="533"/>
                                      </a:cubicBezTo>
                                      <a:cubicBezTo>
                                        <a:pt x="1436" y="472"/>
                                        <a:pt x="1413" y="416"/>
                                        <a:pt x="1399" y="327"/>
                                      </a:cubicBezTo>
                                      <a:cubicBezTo>
                                        <a:pt x="1385" y="238"/>
                                        <a:pt x="1373" y="68"/>
                                        <a:pt x="1366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mpd="sng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59ECDBA" id="Group 501" o:spid="_x0000_s1026" style="position:absolute;margin-left:112.65pt;margin-top:5.4pt;width:142.05pt;height:386.75pt;z-index:251652096" coordorigin="3387,3397" coordsize="2841,77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">
                      <v:shape id="Freeform 502" o:spid="_x0000_s1027" style="position:absolute;left:4315;top:9648;width:134;height:256;visibility:visible;mso-wrap-style:square;v-text-anchor:top" coordsize="134,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" path="m128,6v6,6,-60,40,-72,78c44,122,62,212,56,234,50,256,29,231,20,216,11,201,2,172,2,144,2,116,,71,20,48,40,25,122,,128,6xe" fillcolor="#ddd" stroked="f">
                        <v:path arrowok="t" o:connecttype="custom" o:connectlocs="128,6;56,84;56,234;20,216;2,144;20,48;128,6" o:connectangles="0,0,0,0,0,0,0"/>
                      </v:shape>
                      <v:shape id="Freeform 503" o:spid="_x0000_s1028" style="position:absolute;left:3387;top:4674;width:420;height:416;visibility:visible;mso-wrap-style:square;v-text-anchor:top" coordsize="408,3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" path="m,c26,70,52,140,120,204v68,64,178,122,288,180e" filled="f" strokecolor="gray" strokeweight="1pt">
                        <v:path arrowok="t" o:connecttype="custom" o:connectlocs="0,0;124,221;420,416" o:connectangles="0,0,0"/>
                      </v:shape>
                      <v:shape id="Freeform 504" o:spid="_x0000_s1029" style="position:absolute;left:4729;top:6616;width:442;height:646;visibility:visible;mso-wrap-style:square;v-text-anchor:top" coordsize="442,6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" path="m14,614c,646,70,558,134,506,198,454,354,352,398,302v44,-50,14,-74,,-96c384,184,348,204,314,170,280,136,204,,194,2v-10,2,56,128,60,180c258,234,256,242,218,314,180,386,28,582,14,614xe" fillcolor="#ddd" stroked="f">
                        <v:path arrowok="t" o:connecttype="custom" o:connectlocs="14,614;134,506;398,302;398,206;314,170;194,2;254,182;218,314;14,614" o:connectangles="0,0,0,0,0,0,0,0,0"/>
                      </v:shape>
                      <v:shape id="Freeform 505" o:spid="_x0000_s1030" style="position:absolute;left:4275;top:7368;width:967;height:2543;visibility:visible;mso-wrap-style:square;v-text-anchor:top" coordsize="967,25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" path="m79,2543c69,2530,27,2508,22,2464,17,2420,,2409,48,2279,96,2149,243,1851,312,1686v69,-165,105,-238,151,-398c509,1128,541,892,588,724,635,556,684,401,744,282,804,163,933,,950,8v17,8,-74,224,-103,322c818,428,802,485,775,594,748,703,717,847,682,983v-35,136,-64,281,-118,427c510,1556,418,1719,360,1861v-58,142,-114,318,-144,401e" filled="f" strokecolor="#333">
                        <v:path arrowok="t" o:connecttype="custom" o:connectlocs="79,2543;22,2464;48,2279;312,1686;463,1288;588,724;744,282;950,8;847,330;775,594;682,983;564,1410;360,1861;216,2262" o:connectangles="0,0,0,0,0,0,0,0,0,0,0,0,0,0"/>
                      </v:shape>
                      <v:shape id="Freeform 506" o:spid="_x0000_s1031" style="position:absolute;left:4551;top:7112;width:965;height:2806;visibility:visible;mso-wrap-style:square;v-text-anchor:top" coordsize="965,28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" path="m,2530c34,2422,73,2300,132,2158v59,-142,160,-314,221,-482c414,1508,460,1283,497,1148v37,-135,39,-148,77,-284c612,728,682,474,725,332,768,190,794,,833,12v39,12,118,259,125,394c965,541,944,638,874,824v-70,186,-237,495,-334,698c443,1725,355,1898,290,2040v-65,142,-111,209,-139,336c123,2503,126,2717,120,2806e" filled="f" strokecolor="#333">
                        <v:path arrowok="t" o:connecttype="custom" o:connectlocs="0,2530;132,2158;353,1676;497,1148;574,864;725,332;833,12;958,406;874,824;540,1522;290,2040;151,2376;120,2806" o:connectangles="0,0,0,0,0,0,0,0,0,0,0,0,0"/>
                      </v:shape>
                      <v:shape id="Freeform 507" o:spid="_x0000_s1032" style="position:absolute;left:4222;top:4300;width:1074;height:5656;visibility:visible;mso-wrap-style:square;v-text-anchor:top" coordsize="1074,56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" path="m275,290c267,251,194,,233,56v39,56,166,318,276,570c619,878,805,1330,893,1568v88,238,115,308,144,486c1066,2232,1074,2491,1067,2636v-7,145,-24,186,-72,288c947,3026,845,3118,778,3249v-67,131,-127,271,-183,459c539,3896,510,4155,439,4375v-71,220,-201,490,-268,653c104,5191,66,5269,39,5352,12,5435,,5478,10,5529v10,51,71,101,89,127e" filled="f" strokecolor="#333">
                        <v:path arrowok="t" o:connecttype="custom" o:connectlocs="275,290;233,56;509,626;893,1568;1037,2054;1067,2636;995,2924;778,3249;595,3708;439,4375;171,5028;39,5352;10,5529;99,5656" o:connectangles="0,0,0,0,0,0,0,0,0,0,0,0,0,0"/>
                      </v:shape>
                      <v:shape id="Freeform 508" o:spid="_x0000_s1033" style="position:absolute;left:3831;top:3564;width:552;height:1080;visibility:visible;mso-wrap-style:square;v-text-anchor:top" coordsize="552,10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" path="m,c52,55,232,235,306,330v74,95,107,161,138,240c475,649,474,719,492,804v18,85,48,219,60,276e" filled="f" strokecolor="#333">
                        <v:path arrowok="t" o:connecttype="custom" o:connectlocs="0,0;306,330;444,570;492,804;552,1080" o:connectangles="0,0,0,0,0"/>
                      </v:shape>
                      <v:shape id="Freeform 509" o:spid="_x0000_s1034" style="position:absolute;left:4633;top:3493;width:484;height:595;visibility:visible;mso-wrap-style:square;v-text-anchor:top" coordsize="484,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" path="m470,581v14,14,-38,-48,-65,-84c378,461,334,412,309,367,284,322,266,266,252,228,238,190,234,157,223,137v-11,-20,-5,-9,-39,-31c150,84,42,10,21,5,,,34,39,60,75v26,36,74,91,117,148c220,280,274,354,321,415v47,61,135,152,149,166xe" fillcolor="#ddd" stroked="f">
                        <v:path arrowok="t" o:connecttype="custom" o:connectlocs="470,581;405,497;309,367;252,228;223,137;184,106;21,5;60,75;177,223;321,415;470,581" o:connectangles="0,0,0,0,0,0,0,0,0,0,0"/>
                      </v:shape>
                      <v:shape id="Freeform 510" o:spid="_x0000_s1035" style="position:absolute;left:3662;top:4223;width:184;height:825;visibility:visible;mso-wrap-style:square;v-text-anchor:top" coordsize="184,8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" path="m15,177v12,79,53,202,72,308c106,591,121,797,131,811v10,14,9,-147,16,-240c154,478,167,320,171,252v4,-68,13,-65,3,-87c164,143,136,146,109,120,82,94,30,,15,9,,18,3,98,15,177xe" fillcolor="#ddd" stroked="f">
                        <v:path arrowok="t" o:connecttype="custom" o:connectlocs="15,177;87,485;131,811;147,571;171,252;174,165;109,120;15,9;15,177" o:connectangles="0,0,0,0,0,0,0,0,0"/>
                      </v:shape>
                      <v:shape id="Freeform 511" o:spid="_x0000_s1036" style="position:absolute;left:6007;top:6258;width:154;height:102;visibility:visible;mso-wrap-style:square;v-text-anchor:top" coordsize="154,1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" path="m146,102v-8,,-36,-44,-60,-60c62,26,,12,2,6,4,,76,,98,6v22,6,30,21,36,36c140,57,154,102,146,102xe" fillcolor="#ddd" stroked="f">
                        <v:path arrowok="t" o:connecttype="custom" o:connectlocs="146,102;86,42;2,6;98,6;134,42;146,102" o:connectangles="0,0,0,0,0,0"/>
                      </v:shape>
                      <v:shape id="Freeform 512" o:spid="_x0000_s1037" style="position:absolute;left:5642;top:6760;width:230;height:909;visibility:visible;mso-wrap-style:square;v-text-anchor:top" coordsize="230,9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" path="m175,2v7,2,-18,171,-12,252c169,335,230,386,211,488,192,590,80,823,49,866,18,909,,808,25,746,50,684,178,557,199,494,220,431,164,410,151,368,138,326,119,302,121,242,123,182,168,,175,2xe" fillcolor="#ddd" stroked="f">
                        <v:path arrowok="t" o:connecttype="custom" o:connectlocs="175,2;163,254;211,488;49,866;25,746;199,494;151,368;121,242;175,2" o:connectangles="0,0,0,0,0,0,0,0,0"/>
                      </v:shape>
                      <v:shape id="Freeform 513" o:spid="_x0000_s1038" style="position:absolute;left:3735;top:3616;width:998;height:614;visibility:visible;mso-wrap-style:square;v-text-anchor:top" coordsize="998,6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" path="m,614c29,524,57,436,144,350,231,264,381,158,523,100,665,42,899,21,998,e" filled="f">
                        <v:stroke dashstyle="1 1" endcap="round"/>
                        <v:path arrowok="t" o:connecttype="custom" o:connectlocs="0,614;144,350;523,100;998,0" o:connectangles="0,0,0,0"/>
                      </v:shape>
                      <v:shape id="Freeform 514" o:spid="_x0000_s1039" style="position:absolute;left:3915;top:3462;width:1673;height:6456;visibility:visible;mso-wrap-style:square;v-text-anchor:top" coordsize="1673,64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" path="m,c50,53,192,187,300,318,408,449,530,580,648,786v118,206,246,504,360,768c1122,1818,1253,2151,1332,2370v79,219,118,339,150,498c1514,3027,1514,3206,1524,3324v10,118,-6,130,18,252c1566,3698,1663,3899,1668,4056v5,157,-15,250,-96,462c1491,4730,1292,5101,1182,5328v-110,227,-213,416,-270,552c855,6016,854,6048,840,6144v-14,96,-10,247,-12,312e" filled="f" strokecolor="#333">
                        <v:path arrowok="t" o:connecttype="custom" o:connectlocs="0,0;300,318;648,786;1008,1554;1332,2370;1482,2868;1524,3324;1542,3576;1668,4056;1572,4518;1182,5328;912,5880;840,6144;828,6456" o:connectangles="0,0,0,0,0,0,0,0,0,0,0,0,0,0"/>
                      </v:shape>
                      <v:shape id="Freeform 515" o:spid="_x0000_s1040" style="position:absolute;left:5065;top:10808;width:232;height:138;visibility:visible;mso-wrap-style:square;v-text-anchor:top" coordsize="232,1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" path="m232,130v-12,,-45,8,-74,c129,122,83,101,57,79,31,57,12,16,,e" filled="f" strokecolor="gray">
                        <v:path arrowok="t" o:connecttype="custom" o:connectlocs="232,130;158,130;57,79;0,0" o:connectangles="0,0,0,0"/>
                      </v:shape>
                      <v:shape id="Freeform 516" o:spid="_x0000_s1041" style="position:absolute;left:4008;top:10247;width:567;height:562;visibility:visible;mso-wrap-style:square;v-text-anchor:top" coordsize="567,5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" path="m555,559v12,-3,-38,-81,-60,-132c473,376,455,304,423,253,391,202,357,155,303,121,249,87,148,69,99,49,50,29,18,2,9,1,,,23,27,45,43v22,16,64,29,96,54c173,122,207,158,237,193v30,35,53,72,84,114c352,349,384,406,423,445v39,39,120,117,132,114xe" fillcolor="#ddd" stroked="f">
                        <v:path arrowok="t" o:connecttype="custom" o:connectlocs="555,559;495,427;423,253;303,121;99,49;9,1;45,43;141,97;237,193;321,307;423,445;555,559" o:connectangles="0,0,0,0,0,0,0,0,0,0,0,0"/>
                      </v:shape>
                      <v:shape id="Freeform 517" o:spid="_x0000_s1042" style="position:absolute;left:5234;top:10939;width:99;height:52;visibility:visible;mso-wrap-style:square;v-text-anchor:top" coordsize="99,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" path="m71,1c84,,89,10,92,18v3,8,7,24,,29c85,52,63,49,49,49,35,49,12,51,6,47,,43,2,29,13,23,24,17,58,2,71,1xe" fillcolor="silver" strokecolor="gray">
                        <v:path arrowok="t" o:connecttype="custom" o:connectlocs="71,1;92,18;92,47;49,49;6,47;13,23;71,1" o:connectangles="0,0,0,0,0,0,0"/>
                      </v:shape>
                      <v:shape id="Freeform 518" o:spid="_x0000_s1043" style="position:absolute;left:3627;top:3397;width:2601;height:7735;visibility:visible;mso-wrap-style:square;v-text-anchor:top" coordsize="2601,7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" path="m,1277v73,188,150,374,228,504c306,1911,372,1935,470,2059v98,124,250,342,346,466c912,2649,978,2697,1044,2801v66,104,121,244,168,348c1259,3253,1333,3336,1325,3425v-8,89,-93,147,-161,259c1096,3796,969,3967,914,4097v-55,130,-62,240,-81,365c814,4587,828,4683,799,4846v-29,163,-98,418,-139,595c619,5618,604,5779,554,5907v-50,128,-130,222,-194,302c296,6289,204,6327,168,6389v-36,62,-48,124,-24,192c168,6649,260,6741,312,6797v52,56,100,85,144,120c500,6952,519,6943,576,7007v57,64,162,222,222,294c858,7373,889,7384,938,7438v49,54,96,142,154,187c1150,7670,1228,7697,1284,7709v56,12,106,-16,144,-12c1466,7701,1468,7731,1512,7733v44,2,139,-3,180,-24c1733,7688,1766,7639,1758,7607v-8,-32,-77,-67,-114,-90c1607,7494,1570,7488,1534,7469v-36,-19,-70,-21,-106,-67c1392,7356,1354,7289,1320,7193v-34,-96,-70,-263,-96,-366c1198,6724,1160,6696,1164,6575v4,-121,32,-305,84,-474c1300,5932,1384,5753,1476,5561v92,-192,218,-380,324,-612c1906,4717,2036,4351,2112,4169v76,-182,78,-190,144,-312c2322,3735,2451,3555,2508,3437v57,-118,87,-200,90,-288c2601,3061,2563,3031,2526,2909v-37,-122,-94,-326,-150,-492c2320,2251,2269,2091,2191,1913v-78,-178,-184,-386,-283,-564c1809,1171,1665,954,1596,845,1527,736,1517,746,1493,694v-24,-52,-25,-100,-41,-161c1436,472,1413,416,1399,327,1385,238,1373,68,1366,e" filled="f" strokecolor="gray" strokeweight="1pt">
                        <v:path arrowok="t" o:connecttype="custom" o:connectlocs="0,1277;228,1781;470,2059;816,2525;1044,2801;1212,3149;1325,3425;1164,3684;914,4097;833,4462;799,4846;660,5441;554,5907;360,6209;168,6389;144,6581;312,6797;456,6917;576,7007;798,7301;938,7438;1092,7625;1284,7709;1428,7697;1512,7733;1692,7709;1758,7607;1644,7517;1534,7469;1428,7402;1320,7193;1224,6827;1164,6575;1248,6101;1476,5561;1800,4949;2112,4169;2256,3857;2508,3437;2598,3149;2526,2909;2376,2417;2191,1913;1908,1349;1596,845;1493,694;1452,533;1399,327;1366,0" o:connectangles="0,0,0,0,0,0,0,0,0,0,0,0,0,0,0,0,0,0,0,0,0,0,0,0,0,0,0,0,0,0,0,0,0,0,0,0,0,0,0,0,0,0,0,0,0,0,0,0,0"/>
                      </v:shape>
                    </v:group>
                  </w:pict>
                </mc:Fallback>
              </mc:AlternateContent>
            </w:r>
            <w:r w:rsidRPr="005A7201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g">
                  <w:drawing>
                    <wp:anchor distT="0" distB="0" distL="114300" distR="114300" simplePos="0" relativeHeight="251653120" behindDoc="0" locked="0" layoutInCell="1" allowOverlap="1">
                      <wp:simplePos x="0" y="0"/>
                      <wp:positionH relativeFrom="page">
                        <wp:posOffset>4034790</wp:posOffset>
                      </wp:positionH>
                      <wp:positionV relativeFrom="page">
                        <wp:posOffset>41910</wp:posOffset>
                      </wp:positionV>
                      <wp:extent cx="1087120" cy="4745355"/>
                      <wp:effectExtent l="13335" t="6350" r="13970" b="10795"/>
                      <wp:wrapNone/>
                      <wp:docPr id="19" name="Group 5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087120" cy="4745355"/>
                                <a:chOff x="4685" y="3276"/>
                                <a:chExt cx="1712" cy="7473"/>
                              </a:xfrm>
                            </wpg:grpSpPr>
                            <wps:wsp>
                              <wps:cNvPr id="20" name="Freeform 520"/>
                              <wps:cNvSpPr>
                                <a:spLocks/>
                              </wps:cNvSpPr>
                              <wps:spPr bwMode="auto">
                                <a:xfrm>
                                  <a:off x="4685" y="3276"/>
                                  <a:ext cx="1712" cy="7473"/>
                                </a:xfrm>
                                <a:custGeom>
                                  <a:avLst/>
                                  <a:gdLst>
                                    <a:gd name="T0" fmla="*/ 1644 w 1712"/>
                                    <a:gd name="T1" fmla="*/ 806 h 7473"/>
                                    <a:gd name="T2" fmla="*/ 1687 w 1712"/>
                                    <a:gd name="T3" fmla="*/ 996 h 7473"/>
                                    <a:gd name="T4" fmla="*/ 1706 w 1712"/>
                                    <a:gd name="T5" fmla="*/ 1258 h 7473"/>
                                    <a:gd name="T6" fmla="*/ 1651 w 1712"/>
                                    <a:gd name="T7" fmla="*/ 1908 h 7473"/>
                                    <a:gd name="T8" fmla="*/ 1627 w 1712"/>
                                    <a:gd name="T9" fmla="*/ 2724 h 7473"/>
                                    <a:gd name="T10" fmla="*/ 1632 w 1712"/>
                                    <a:gd name="T11" fmla="*/ 3252 h 7473"/>
                                    <a:gd name="T12" fmla="*/ 1553 w 1712"/>
                                    <a:gd name="T13" fmla="*/ 3655 h 7473"/>
                                    <a:gd name="T14" fmla="*/ 1466 w 1712"/>
                                    <a:gd name="T15" fmla="*/ 4090 h 7473"/>
                                    <a:gd name="T16" fmla="*/ 1459 w 1712"/>
                                    <a:gd name="T17" fmla="*/ 4416 h 7473"/>
                                    <a:gd name="T18" fmla="*/ 1445 w 1712"/>
                                    <a:gd name="T19" fmla="*/ 4908 h 7473"/>
                                    <a:gd name="T20" fmla="*/ 1279 w 1712"/>
                                    <a:gd name="T21" fmla="*/ 6180 h 7473"/>
                                    <a:gd name="T22" fmla="*/ 1241 w 1712"/>
                                    <a:gd name="T23" fmla="*/ 6454 h 7473"/>
                                    <a:gd name="T24" fmla="*/ 1274 w 1712"/>
                                    <a:gd name="T25" fmla="*/ 6595 h 7473"/>
                                    <a:gd name="T26" fmla="*/ 1241 w 1712"/>
                                    <a:gd name="T27" fmla="*/ 6739 h 7473"/>
                                    <a:gd name="T28" fmla="*/ 1238 w 1712"/>
                                    <a:gd name="T29" fmla="*/ 7063 h 7473"/>
                                    <a:gd name="T30" fmla="*/ 1089 w 1712"/>
                                    <a:gd name="T31" fmla="*/ 7430 h 7473"/>
                                    <a:gd name="T32" fmla="*/ 734 w 1712"/>
                                    <a:gd name="T33" fmla="*/ 7322 h 7473"/>
                                    <a:gd name="T34" fmla="*/ 581 w 1712"/>
                                    <a:gd name="T35" fmla="*/ 7051 h 7473"/>
                                    <a:gd name="T36" fmla="*/ 444 w 1712"/>
                                    <a:gd name="T37" fmla="*/ 6864 h 7473"/>
                                    <a:gd name="T38" fmla="*/ 403 w 1712"/>
                                    <a:gd name="T39" fmla="*/ 6643 h 7473"/>
                                    <a:gd name="T40" fmla="*/ 405 w 1712"/>
                                    <a:gd name="T41" fmla="*/ 6622 h 7473"/>
                                    <a:gd name="T42" fmla="*/ 393 w 1712"/>
                                    <a:gd name="T43" fmla="*/ 6583 h 7473"/>
                                    <a:gd name="T44" fmla="*/ 413 w 1712"/>
                                    <a:gd name="T45" fmla="*/ 6552 h 7473"/>
                                    <a:gd name="T46" fmla="*/ 449 w 1712"/>
                                    <a:gd name="T47" fmla="*/ 6533 h 7473"/>
                                    <a:gd name="T48" fmla="*/ 475 w 1712"/>
                                    <a:gd name="T49" fmla="*/ 6492 h 7473"/>
                                    <a:gd name="T50" fmla="*/ 501 w 1712"/>
                                    <a:gd name="T51" fmla="*/ 6475 h 7473"/>
                                    <a:gd name="T52" fmla="*/ 540 w 1712"/>
                                    <a:gd name="T53" fmla="*/ 6470 h 7473"/>
                                    <a:gd name="T54" fmla="*/ 566 w 1712"/>
                                    <a:gd name="T55" fmla="*/ 6432 h 7473"/>
                                    <a:gd name="T56" fmla="*/ 607 w 1712"/>
                                    <a:gd name="T57" fmla="*/ 6410 h 7473"/>
                                    <a:gd name="T58" fmla="*/ 638 w 1712"/>
                                    <a:gd name="T59" fmla="*/ 6410 h 7473"/>
                                    <a:gd name="T60" fmla="*/ 657 w 1712"/>
                                    <a:gd name="T61" fmla="*/ 6372 h 7473"/>
                                    <a:gd name="T62" fmla="*/ 691 w 1712"/>
                                    <a:gd name="T63" fmla="*/ 6350 h 7473"/>
                                    <a:gd name="T64" fmla="*/ 684 w 1712"/>
                                    <a:gd name="T65" fmla="*/ 6295 h 7473"/>
                                    <a:gd name="T66" fmla="*/ 619 w 1712"/>
                                    <a:gd name="T67" fmla="*/ 6038 h 7473"/>
                                    <a:gd name="T68" fmla="*/ 456 w 1712"/>
                                    <a:gd name="T69" fmla="*/ 5369 h 7473"/>
                                    <a:gd name="T70" fmla="*/ 348 w 1712"/>
                                    <a:gd name="T71" fmla="*/ 4546 h 7473"/>
                                    <a:gd name="T72" fmla="*/ 446 w 1712"/>
                                    <a:gd name="T73" fmla="*/ 3696 h 7473"/>
                                    <a:gd name="T74" fmla="*/ 391 w 1712"/>
                                    <a:gd name="T75" fmla="*/ 2712 h 7473"/>
                                    <a:gd name="T76" fmla="*/ 139 w 1712"/>
                                    <a:gd name="T77" fmla="*/ 1668 h 7473"/>
                                    <a:gd name="T78" fmla="*/ 36 w 1712"/>
                                    <a:gd name="T79" fmla="*/ 1090 h 7473"/>
                                    <a:gd name="T80" fmla="*/ 7 w 1712"/>
                                    <a:gd name="T81" fmla="*/ 660 h 7473"/>
                                    <a:gd name="T82" fmla="*/ 79 w 1712"/>
                                    <a:gd name="T83" fmla="*/ 0 h 747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</a:cxnLst>
                                  <a:rect l="0" t="0" r="r" b="b"/>
                                  <a:pathLst>
                                    <a:path w="1712" h="7473">
                                      <a:moveTo>
                                        <a:pt x="1644" y="806"/>
                                      </a:moveTo>
                                      <a:cubicBezTo>
                                        <a:pt x="1652" y="838"/>
                                        <a:pt x="1677" y="921"/>
                                        <a:pt x="1687" y="996"/>
                                      </a:cubicBezTo>
                                      <a:cubicBezTo>
                                        <a:pt x="1697" y="1071"/>
                                        <a:pt x="1712" y="1106"/>
                                        <a:pt x="1706" y="1258"/>
                                      </a:cubicBezTo>
                                      <a:cubicBezTo>
                                        <a:pt x="1700" y="1410"/>
                                        <a:pt x="1664" y="1664"/>
                                        <a:pt x="1651" y="1908"/>
                                      </a:cubicBezTo>
                                      <a:cubicBezTo>
                                        <a:pt x="1638" y="2152"/>
                                        <a:pt x="1630" y="2500"/>
                                        <a:pt x="1627" y="2724"/>
                                      </a:cubicBezTo>
                                      <a:cubicBezTo>
                                        <a:pt x="1624" y="2948"/>
                                        <a:pt x="1644" y="3097"/>
                                        <a:pt x="1632" y="3252"/>
                                      </a:cubicBezTo>
                                      <a:cubicBezTo>
                                        <a:pt x="1620" y="3407"/>
                                        <a:pt x="1581" y="3515"/>
                                        <a:pt x="1553" y="3655"/>
                                      </a:cubicBezTo>
                                      <a:cubicBezTo>
                                        <a:pt x="1525" y="3795"/>
                                        <a:pt x="1482" y="3963"/>
                                        <a:pt x="1466" y="4090"/>
                                      </a:cubicBezTo>
                                      <a:cubicBezTo>
                                        <a:pt x="1450" y="4217"/>
                                        <a:pt x="1463" y="4280"/>
                                        <a:pt x="1459" y="4416"/>
                                      </a:cubicBezTo>
                                      <a:cubicBezTo>
                                        <a:pt x="1455" y="4552"/>
                                        <a:pt x="1475" y="4614"/>
                                        <a:pt x="1445" y="4908"/>
                                      </a:cubicBezTo>
                                      <a:cubicBezTo>
                                        <a:pt x="1415" y="5202"/>
                                        <a:pt x="1313" y="5922"/>
                                        <a:pt x="1279" y="6180"/>
                                      </a:cubicBezTo>
                                      <a:cubicBezTo>
                                        <a:pt x="1245" y="6438"/>
                                        <a:pt x="1242" y="6385"/>
                                        <a:pt x="1241" y="6454"/>
                                      </a:cubicBezTo>
                                      <a:cubicBezTo>
                                        <a:pt x="1240" y="6523"/>
                                        <a:pt x="1274" y="6548"/>
                                        <a:pt x="1274" y="6595"/>
                                      </a:cubicBezTo>
                                      <a:cubicBezTo>
                                        <a:pt x="1274" y="6642"/>
                                        <a:pt x="1247" y="6661"/>
                                        <a:pt x="1241" y="6739"/>
                                      </a:cubicBezTo>
                                      <a:cubicBezTo>
                                        <a:pt x="1235" y="6817"/>
                                        <a:pt x="1263" y="6948"/>
                                        <a:pt x="1238" y="7063"/>
                                      </a:cubicBezTo>
                                      <a:cubicBezTo>
                                        <a:pt x="1213" y="7178"/>
                                        <a:pt x="1173" y="7387"/>
                                        <a:pt x="1089" y="7430"/>
                                      </a:cubicBezTo>
                                      <a:cubicBezTo>
                                        <a:pt x="1005" y="7473"/>
                                        <a:pt x="819" y="7385"/>
                                        <a:pt x="734" y="7322"/>
                                      </a:cubicBezTo>
                                      <a:cubicBezTo>
                                        <a:pt x="649" y="7259"/>
                                        <a:pt x="629" y="7127"/>
                                        <a:pt x="581" y="7051"/>
                                      </a:cubicBezTo>
                                      <a:cubicBezTo>
                                        <a:pt x="533" y="6975"/>
                                        <a:pt x="474" y="6932"/>
                                        <a:pt x="444" y="6864"/>
                                      </a:cubicBezTo>
                                      <a:cubicBezTo>
                                        <a:pt x="414" y="6796"/>
                                        <a:pt x="409" y="6683"/>
                                        <a:pt x="403" y="6643"/>
                                      </a:cubicBezTo>
                                      <a:cubicBezTo>
                                        <a:pt x="397" y="6603"/>
                                        <a:pt x="407" y="6632"/>
                                        <a:pt x="405" y="6622"/>
                                      </a:cubicBezTo>
                                      <a:cubicBezTo>
                                        <a:pt x="403" y="6612"/>
                                        <a:pt x="392" y="6595"/>
                                        <a:pt x="393" y="6583"/>
                                      </a:cubicBezTo>
                                      <a:cubicBezTo>
                                        <a:pt x="394" y="6571"/>
                                        <a:pt x="404" y="6560"/>
                                        <a:pt x="413" y="6552"/>
                                      </a:cubicBezTo>
                                      <a:cubicBezTo>
                                        <a:pt x="422" y="6544"/>
                                        <a:pt x="439" y="6543"/>
                                        <a:pt x="449" y="6533"/>
                                      </a:cubicBezTo>
                                      <a:cubicBezTo>
                                        <a:pt x="459" y="6523"/>
                                        <a:pt x="466" y="6502"/>
                                        <a:pt x="475" y="6492"/>
                                      </a:cubicBezTo>
                                      <a:cubicBezTo>
                                        <a:pt x="484" y="6482"/>
                                        <a:pt x="490" y="6479"/>
                                        <a:pt x="501" y="6475"/>
                                      </a:cubicBezTo>
                                      <a:cubicBezTo>
                                        <a:pt x="512" y="6471"/>
                                        <a:pt x="529" y="6477"/>
                                        <a:pt x="540" y="6470"/>
                                      </a:cubicBezTo>
                                      <a:cubicBezTo>
                                        <a:pt x="551" y="6463"/>
                                        <a:pt x="555" y="6442"/>
                                        <a:pt x="566" y="6432"/>
                                      </a:cubicBezTo>
                                      <a:cubicBezTo>
                                        <a:pt x="577" y="6422"/>
                                        <a:pt x="595" y="6414"/>
                                        <a:pt x="607" y="6410"/>
                                      </a:cubicBezTo>
                                      <a:cubicBezTo>
                                        <a:pt x="619" y="6406"/>
                                        <a:pt x="630" y="6416"/>
                                        <a:pt x="638" y="6410"/>
                                      </a:cubicBezTo>
                                      <a:cubicBezTo>
                                        <a:pt x="646" y="6404"/>
                                        <a:pt x="648" y="6382"/>
                                        <a:pt x="657" y="6372"/>
                                      </a:cubicBezTo>
                                      <a:cubicBezTo>
                                        <a:pt x="666" y="6362"/>
                                        <a:pt x="687" y="6363"/>
                                        <a:pt x="691" y="6350"/>
                                      </a:cubicBezTo>
                                      <a:cubicBezTo>
                                        <a:pt x="695" y="6337"/>
                                        <a:pt x="696" y="6347"/>
                                        <a:pt x="684" y="6295"/>
                                      </a:cubicBezTo>
                                      <a:cubicBezTo>
                                        <a:pt x="672" y="6243"/>
                                        <a:pt x="657" y="6192"/>
                                        <a:pt x="619" y="6038"/>
                                      </a:cubicBezTo>
                                      <a:cubicBezTo>
                                        <a:pt x="581" y="5884"/>
                                        <a:pt x="501" y="5618"/>
                                        <a:pt x="456" y="5369"/>
                                      </a:cubicBezTo>
                                      <a:cubicBezTo>
                                        <a:pt x="411" y="5120"/>
                                        <a:pt x="350" y="4825"/>
                                        <a:pt x="348" y="4546"/>
                                      </a:cubicBezTo>
                                      <a:cubicBezTo>
                                        <a:pt x="346" y="4267"/>
                                        <a:pt x="439" y="4002"/>
                                        <a:pt x="446" y="3696"/>
                                      </a:cubicBezTo>
                                      <a:cubicBezTo>
                                        <a:pt x="453" y="3390"/>
                                        <a:pt x="442" y="3050"/>
                                        <a:pt x="391" y="2712"/>
                                      </a:cubicBezTo>
                                      <a:cubicBezTo>
                                        <a:pt x="340" y="2374"/>
                                        <a:pt x="198" y="1938"/>
                                        <a:pt x="139" y="1668"/>
                                      </a:cubicBezTo>
                                      <a:cubicBezTo>
                                        <a:pt x="80" y="1398"/>
                                        <a:pt x="58" y="1258"/>
                                        <a:pt x="36" y="1090"/>
                                      </a:cubicBezTo>
                                      <a:cubicBezTo>
                                        <a:pt x="14" y="922"/>
                                        <a:pt x="0" y="842"/>
                                        <a:pt x="7" y="660"/>
                                      </a:cubicBezTo>
                                      <a:cubicBezTo>
                                        <a:pt x="14" y="478"/>
                                        <a:pt x="46" y="239"/>
                                        <a:pt x="79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mpd="sng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521"/>
                              <wps:cNvSpPr>
                                <a:spLocks/>
                              </wps:cNvSpPr>
                              <wps:spPr bwMode="auto">
                                <a:xfrm>
                                  <a:off x="5310" y="9201"/>
                                  <a:ext cx="285" cy="948"/>
                                </a:xfrm>
                                <a:custGeom>
                                  <a:avLst/>
                                  <a:gdLst>
                                    <a:gd name="T0" fmla="*/ 8 w 285"/>
                                    <a:gd name="T1" fmla="*/ 20 h 948"/>
                                    <a:gd name="T2" fmla="*/ 124 w 285"/>
                                    <a:gd name="T3" fmla="*/ 267 h 948"/>
                                    <a:gd name="T4" fmla="*/ 253 w 285"/>
                                    <a:gd name="T5" fmla="*/ 579 h 948"/>
                                    <a:gd name="T6" fmla="*/ 280 w 285"/>
                                    <a:gd name="T7" fmla="*/ 718 h 948"/>
                                    <a:gd name="T8" fmla="*/ 224 w 285"/>
                                    <a:gd name="T9" fmla="*/ 833 h 948"/>
                                    <a:gd name="T10" fmla="*/ 97 w 285"/>
                                    <a:gd name="T11" fmla="*/ 944 h 948"/>
                                    <a:gd name="T12" fmla="*/ 143 w 285"/>
                                    <a:gd name="T13" fmla="*/ 855 h 948"/>
                                    <a:gd name="T14" fmla="*/ 248 w 285"/>
                                    <a:gd name="T15" fmla="*/ 728 h 948"/>
                                    <a:gd name="T16" fmla="*/ 188 w 285"/>
                                    <a:gd name="T17" fmla="*/ 581 h 948"/>
                                    <a:gd name="T18" fmla="*/ 107 w 285"/>
                                    <a:gd name="T19" fmla="*/ 490 h 948"/>
                                    <a:gd name="T20" fmla="*/ 73 w 285"/>
                                    <a:gd name="T21" fmla="*/ 385 h 948"/>
                                    <a:gd name="T22" fmla="*/ 8 w 285"/>
                                    <a:gd name="T23" fmla="*/ 20 h 94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</a:cxnLst>
                                  <a:rect l="0" t="0" r="r" b="b"/>
                                  <a:pathLst>
                                    <a:path w="285" h="948">
                                      <a:moveTo>
                                        <a:pt x="8" y="20"/>
                                      </a:moveTo>
                                      <a:cubicBezTo>
                                        <a:pt x="16" y="0"/>
                                        <a:pt x="83" y="174"/>
                                        <a:pt x="124" y="267"/>
                                      </a:cubicBezTo>
                                      <a:cubicBezTo>
                                        <a:pt x="165" y="360"/>
                                        <a:pt x="227" y="504"/>
                                        <a:pt x="253" y="579"/>
                                      </a:cubicBezTo>
                                      <a:cubicBezTo>
                                        <a:pt x="279" y="654"/>
                                        <a:pt x="285" y="676"/>
                                        <a:pt x="280" y="718"/>
                                      </a:cubicBezTo>
                                      <a:cubicBezTo>
                                        <a:pt x="275" y="760"/>
                                        <a:pt x="255" y="795"/>
                                        <a:pt x="224" y="833"/>
                                      </a:cubicBezTo>
                                      <a:cubicBezTo>
                                        <a:pt x="193" y="871"/>
                                        <a:pt x="110" y="940"/>
                                        <a:pt x="97" y="944"/>
                                      </a:cubicBezTo>
                                      <a:cubicBezTo>
                                        <a:pt x="84" y="948"/>
                                        <a:pt x="118" y="891"/>
                                        <a:pt x="143" y="855"/>
                                      </a:cubicBezTo>
                                      <a:cubicBezTo>
                                        <a:pt x="168" y="819"/>
                                        <a:pt x="241" y="774"/>
                                        <a:pt x="248" y="728"/>
                                      </a:cubicBezTo>
                                      <a:cubicBezTo>
                                        <a:pt x="255" y="682"/>
                                        <a:pt x="212" y="621"/>
                                        <a:pt x="188" y="581"/>
                                      </a:cubicBezTo>
                                      <a:cubicBezTo>
                                        <a:pt x="164" y="541"/>
                                        <a:pt x="126" y="523"/>
                                        <a:pt x="107" y="490"/>
                                      </a:cubicBezTo>
                                      <a:cubicBezTo>
                                        <a:pt x="88" y="457"/>
                                        <a:pt x="91" y="464"/>
                                        <a:pt x="73" y="385"/>
                                      </a:cubicBezTo>
                                      <a:cubicBezTo>
                                        <a:pt x="55" y="306"/>
                                        <a:pt x="0" y="40"/>
                                        <a:pt x="8" y="2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522"/>
                              <wps:cNvSpPr>
                                <a:spLocks/>
                              </wps:cNvSpPr>
                              <wps:spPr bwMode="auto">
                                <a:xfrm>
                                  <a:off x="5853" y="9741"/>
                                  <a:ext cx="58" cy="423"/>
                                </a:xfrm>
                                <a:custGeom>
                                  <a:avLst/>
                                  <a:gdLst>
                                    <a:gd name="T0" fmla="*/ 51 w 58"/>
                                    <a:gd name="T1" fmla="*/ 5 h 423"/>
                                    <a:gd name="T2" fmla="*/ 25 w 58"/>
                                    <a:gd name="T3" fmla="*/ 161 h 423"/>
                                    <a:gd name="T4" fmla="*/ 1 w 58"/>
                                    <a:gd name="T5" fmla="*/ 401 h 423"/>
                                    <a:gd name="T6" fmla="*/ 32 w 58"/>
                                    <a:gd name="T7" fmla="*/ 291 h 423"/>
                                    <a:gd name="T8" fmla="*/ 56 w 58"/>
                                    <a:gd name="T9" fmla="*/ 190 h 423"/>
                                    <a:gd name="T10" fmla="*/ 44 w 58"/>
                                    <a:gd name="T11" fmla="*/ 128 h 423"/>
                                    <a:gd name="T12" fmla="*/ 51 w 58"/>
                                    <a:gd name="T13" fmla="*/ 5 h 42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58" h="423">
                                      <a:moveTo>
                                        <a:pt x="51" y="5"/>
                                      </a:moveTo>
                                      <a:cubicBezTo>
                                        <a:pt x="48" y="10"/>
                                        <a:pt x="33" y="95"/>
                                        <a:pt x="25" y="161"/>
                                      </a:cubicBezTo>
                                      <a:cubicBezTo>
                                        <a:pt x="17" y="227"/>
                                        <a:pt x="0" y="379"/>
                                        <a:pt x="1" y="401"/>
                                      </a:cubicBezTo>
                                      <a:cubicBezTo>
                                        <a:pt x="2" y="423"/>
                                        <a:pt x="23" y="326"/>
                                        <a:pt x="32" y="291"/>
                                      </a:cubicBezTo>
                                      <a:cubicBezTo>
                                        <a:pt x="41" y="256"/>
                                        <a:pt x="54" y="217"/>
                                        <a:pt x="56" y="190"/>
                                      </a:cubicBezTo>
                                      <a:cubicBezTo>
                                        <a:pt x="58" y="163"/>
                                        <a:pt x="44" y="157"/>
                                        <a:pt x="44" y="128"/>
                                      </a:cubicBezTo>
                                      <a:cubicBezTo>
                                        <a:pt x="44" y="99"/>
                                        <a:pt x="54" y="0"/>
                                        <a:pt x="51" y="5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C0C0C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523"/>
                              <wps:cNvSpPr>
                                <a:spLocks/>
                              </wps:cNvSpPr>
                              <wps:spPr bwMode="auto">
                                <a:xfrm>
                                  <a:off x="5138" y="9809"/>
                                  <a:ext cx="39" cy="19"/>
                                </a:xfrm>
                                <a:custGeom>
                                  <a:avLst/>
                                  <a:gdLst>
                                    <a:gd name="T0" fmla="*/ 0 w 39"/>
                                    <a:gd name="T1" fmla="*/ 0 h 19"/>
                                    <a:gd name="T2" fmla="*/ 27 w 39"/>
                                    <a:gd name="T3" fmla="*/ 7 h 19"/>
                                    <a:gd name="T4" fmla="*/ 39 w 39"/>
                                    <a:gd name="T5" fmla="*/ 19 h 1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39" h="19">
                                      <a:moveTo>
                                        <a:pt x="0" y="0"/>
                                      </a:moveTo>
                                      <a:cubicBezTo>
                                        <a:pt x="10" y="2"/>
                                        <a:pt x="21" y="4"/>
                                        <a:pt x="27" y="7"/>
                                      </a:cubicBezTo>
                                      <a:cubicBezTo>
                                        <a:pt x="33" y="10"/>
                                        <a:pt x="36" y="14"/>
                                        <a:pt x="39" y="19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524"/>
                              <wps:cNvSpPr>
                                <a:spLocks/>
                              </wps:cNvSpPr>
                              <wps:spPr bwMode="auto">
                                <a:xfrm>
                                  <a:off x="5222" y="9751"/>
                                  <a:ext cx="34" cy="12"/>
                                </a:xfrm>
                                <a:custGeom>
                                  <a:avLst/>
                                  <a:gdLst>
                                    <a:gd name="T0" fmla="*/ 0 w 34"/>
                                    <a:gd name="T1" fmla="*/ 0 h 12"/>
                                    <a:gd name="T2" fmla="*/ 34 w 34"/>
                                    <a:gd name="T3" fmla="*/ 12 h 1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</a:cxnLst>
                                  <a:rect l="0" t="0" r="r" b="b"/>
                                  <a:pathLst>
                                    <a:path w="34" h="12">
                                      <a:moveTo>
                                        <a:pt x="0" y="0"/>
                                      </a:moveTo>
                                      <a:cubicBezTo>
                                        <a:pt x="14" y="4"/>
                                        <a:pt x="28" y="8"/>
                                        <a:pt x="34" y="12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5" name="Freeform 525"/>
                              <wps:cNvSpPr>
                                <a:spLocks/>
                              </wps:cNvSpPr>
                              <wps:spPr bwMode="auto">
                                <a:xfrm>
                                  <a:off x="5316" y="9691"/>
                                  <a:ext cx="36" cy="15"/>
                                </a:xfrm>
                                <a:custGeom>
                                  <a:avLst/>
                                  <a:gdLst>
                                    <a:gd name="T0" fmla="*/ 0 w 36"/>
                                    <a:gd name="T1" fmla="*/ 0 h 15"/>
                                    <a:gd name="T2" fmla="*/ 36 w 36"/>
                                    <a:gd name="T3" fmla="*/ 15 h 1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</a:cxnLst>
                                  <a:rect l="0" t="0" r="r" b="b"/>
                                  <a:pathLst>
                                    <a:path w="36" h="15">
                                      <a:moveTo>
                                        <a:pt x="0" y="0"/>
                                      </a:moveTo>
                                      <a:cubicBezTo>
                                        <a:pt x="0" y="0"/>
                                        <a:pt x="18" y="7"/>
                                        <a:pt x="36" y="15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6" name="Freeform 526"/>
                              <wps:cNvSpPr>
                                <a:spLocks/>
                              </wps:cNvSpPr>
                              <wps:spPr bwMode="auto">
                                <a:xfrm>
                                  <a:off x="5360" y="3992"/>
                                  <a:ext cx="941" cy="250"/>
                                </a:xfrm>
                                <a:custGeom>
                                  <a:avLst/>
                                  <a:gdLst>
                                    <a:gd name="T0" fmla="*/ 0 w 941"/>
                                    <a:gd name="T1" fmla="*/ 136 h 250"/>
                                    <a:gd name="T2" fmla="*/ 381 w 941"/>
                                    <a:gd name="T3" fmla="*/ 203 h 250"/>
                                    <a:gd name="T4" fmla="*/ 614 w 941"/>
                                    <a:gd name="T5" fmla="*/ 201 h 250"/>
                                    <a:gd name="T6" fmla="*/ 844 w 941"/>
                                    <a:gd name="T7" fmla="*/ 81 h 250"/>
                                    <a:gd name="T8" fmla="*/ 935 w 941"/>
                                    <a:gd name="T9" fmla="*/ 4 h 250"/>
                                    <a:gd name="T10" fmla="*/ 880 w 941"/>
                                    <a:gd name="T11" fmla="*/ 107 h 250"/>
                                    <a:gd name="T12" fmla="*/ 717 w 941"/>
                                    <a:gd name="T13" fmla="*/ 203 h 250"/>
                                    <a:gd name="T14" fmla="*/ 570 w 941"/>
                                    <a:gd name="T15" fmla="*/ 246 h 250"/>
                                    <a:gd name="T16" fmla="*/ 350 w 941"/>
                                    <a:gd name="T17" fmla="*/ 225 h 250"/>
                                    <a:gd name="T18" fmla="*/ 0 w 941"/>
                                    <a:gd name="T19" fmla="*/ 136 h 25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</a:cxnLst>
                                  <a:rect l="0" t="0" r="r" b="b"/>
                                  <a:pathLst>
                                    <a:path w="941" h="250">
                                      <a:moveTo>
                                        <a:pt x="0" y="136"/>
                                      </a:moveTo>
                                      <a:cubicBezTo>
                                        <a:pt x="3" y="133"/>
                                        <a:pt x="279" y="192"/>
                                        <a:pt x="381" y="203"/>
                                      </a:cubicBezTo>
                                      <a:cubicBezTo>
                                        <a:pt x="483" y="214"/>
                                        <a:pt x="537" y="221"/>
                                        <a:pt x="614" y="201"/>
                                      </a:cubicBezTo>
                                      <a:cubicBezTo>
                                        <a:pt x="691" y="181"/>
                                        <a:pt x="790" y="114"/>
                                        <a:pt x="844" y="81"/>
                                      </a:cubicBezTo>
                                      <a:cubicBezTo>
                                        <a:pt x="898" y="48"/>
                                        <a:pt x="929" y="0"/>
                                        <a:pt x="935" y="4"/>
                                      </a:cubicBezTo>
                                      <a:cubicBezTo>
                                        <a:pt x="941" y="8"/>
                                        <a:pt x="916" y="74"/>
                                        <a:pt x="880" y="107"/>
                                      </a:cubicBezTo>
                                      <a:cubicBezTo>
                                        <a:pt x="844" y="140"/>
                                        <a:pt x="769" y="180"/>
                                        <a:pt x="717" y="203"/>
                                      </a:cubicBezTo>
                                      <a:cubicBezTo>
                                        <a:pt x="665" y="226"/>
                                        <a:pt x="631" y="242"/>
                                        <a:pt x="570" y="246"/>
                                      </a:cubicBezTo>
                                      <a:cubicBezTo>
                                        <a:pt x="509" y="250"/>
                                        <a:pt x="445" y="243"/>
                                        <a:pt x="350" y="225"/>
                                      </a:cubicBezTo>
                                      <a:cubicBezTo>
                                        <a:pt x="255" y="207"/>
                                        <a:pt x="73" y="155"/>
                                        <a:pt x="0" y="13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7" name="Freeform 527"/>
                              <wps:cNvSpPr>
                                <a:spLocks/>
                              </wps:cNvSpPr>
                              <wps:spPr bwMode="auto">
                                <a:xfrm>
                                  <a:off x="5276" y="6256"/>
                                  <a:ext cx="661" cy="639"/>
                                </a:xfrm>
                                <a:custGeom>
                                  <a:avLst/>
                                  <a:gdLst>
                                    <a:gd name="T0" fmla="*/ 564 w 661"/>
                                    <a:gd name="T1" fmla="*/ 272 h 639"/>
                                    <a:gd name="T2" fmla="*/ 604 w 661"/>
                                    <a:gd name="T3" fmla="*/ 488 h 639"/>
                                    <a:gd name="T4" fmla="*/ 580 w 661"/>
                                    <a:gd name="T5" fmla="*/ 592 h 639"/>
                                    <a:gd name="T6" fmla="*/ 348 w 661"/>
                                    <a:gd name="T7" fmla="*/ 544 h 639"/>
                                    <a:gd name="T8" fmla="*/ 164 w 661"/>
                                    <a:gd name="T9" fmla="*/ 520 h 639"/>
                                    <a:gd name="T10" fmla="*/ 132 w 661"/>
                                    <a:gd name="T11" fmla="*/ 392 h 639"/>
                                    <a:gd name="T12" fmla="*/ 148 w 661"/>
                                    <a:gd name="T13" fmla="*/ 16 h 639"/>
                                    <a:gd name="T14" fmla="*/ 36 w 661"/>
                                    <a:gd name="T15" fmla="*/ 296 h 639"/>
                                    <a:gd name="T16" fmla="*/ 36 w 661"/>
                                    <a:gd name="T17" fmla="*/ 528 h 639"/>
                                    <a:gd name="T18" fmla="*/ 252 w 661"/>
                                    <a:gd name="T19" fmla="*/ 560 h 639"/>
                                    <a:gd name="T20" fmla="*/ 524 w 661"/>
                                    <a:gd name="T21" fmla="*/ 624 h 639"/>
                                    <a:gd name="T22" fmla="*/ 652 w 661"/>
                                    <a:gd name="T23" fmla="*/ 576 h 639"/>
                                    <a:gd name="T24" fmla="*/ 564 w 661"/>
                                    <a:gd name="T25" fmla="*/ 272 h 63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</a:cxnLst>
                                  <a:rect l="0" t="0" r="r" b="b"/>
                                  <a:pathLst>
                                    <a:path w="661" h="639">
                                      <a:moveTo>
                                        <a:pt x="564" y="272"/>
                                      </a:moveTo>
                                      <a:cubicBezTo>
                                        <a:pt x="556" y="257"/>
                                        <a:pt x="601" y="435"/>
                                        <a:pt x="604" y="488"/>
                                      </a:cubicBezTo>
                                      <a:cubicBezTo>
                                        <a:pt x="607" y="541"/>
                                        <a:pt x="623" y="583"/>
                                        <a:pt x="580" y="592"/>
                                      </a:cubicBezTo>
                                      <a:cubicBezTo>
                                        <a:pt x="537" y="601"/>
                                        <a:pt x="417" y="556"/>
                                        <a:pt x="348" y="544"/>
                                      </a:cubicBezTo>
                                      <a:cubicBezTo>
                                        <a:pt x="279" y="532"/>
                                        <a:pt x="200" y="545"/>
                                        <a:pt x="164" y="520"/>
                                      </a:cubicBezTo>
                                      <a:cubicBezTo>
                                        <a:pt x="128" y="495"/>
                                        <a:pt x="135" y="476"/>
                                        <a:pt x="132" y="392"/>
                                      </a:cubicBezTo>
                                      <a:cubicBezTo>
                                        <a:pt x="129" y="308"/>
                                        <a:pt x="164" y="32"/>
                                        <a:pt x="148" y="16"/>
                                      </a:cubicBezTo>
                                      <a:cubicBezTo>
                                        <a:pt x="132" y="0"/>
                                        <a:pt x="55" y="211"/>
                                        <a:pt x="36" y="296"/>
                                      </a:cubicBezTo>
                                      <a:cubicBezTo>
                                        <a:pt x="17" y="381"/>
                                        <a:pt x="0" y="484"/>
                                        <a:pt x="36" y="528"/>
                                      </a:cubicBezTo>
                                      <a:cubicBezTo>
                                        <a:pt x="72" y="572"/>
                                        <a:pt x="171" y="544"/>
                                        <a:pt x="252" y="560"/>
                                      </a:cubicBezTo>
                                      <a:cubicBezTo>
                                        <a:pt x="333" y="576"/>
                                        <a:pt x="457" y="621"/>
                                        <a:pt x="524" y="624"/>
                                      </a:cubicBezTo>
                                      <a:cubicBezTo>
                                        <a:pt x="591" y="627"/>
                                        <a:pt x="643" y="639"/>
                                        <a:pt x="652" y="576"/>
                                      </a:cubicBezTo>
                                      <a:cubicBezTo>
                                        <a:pt x="661" y="513"/>
                                        <a:pt x="572" y="287"/>
                                        <a:pt x="564" y="27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8" name="Freeform 5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5370" y="5460"/>
                                  <a:ext cx="174" cy="1824"/>
                                </a:xfrm>
                                <a:custGeom>
                                  <a:avLst/>
                                  <a:gdLst>
                                    <a:gd name="T0" fmla="*/ 174 w 174"/>
                                    <a:gd name="T1" fmla="*/ 0 h 1824"/>
                                    <a:gd name="T2" fmla="*/ 162 w 174"/>
                                    <a:gd name="T3" fmla="*/ 444 h 1824"/>
                                    <a:gd name="T4" fmla="*/ 168 w 174"/>
                                    <a:gd name="T5" fmla="*/ 870 h 1824"/>
                                    <a:gd name="T6" fmla="*/ 168 w 174"/>
                                    <a:gd name="T7" fmla="*/ 1320 h 1824"/>
                                    <a:gd name="T8" fmla="*/ 150 w 174"/>
                                    <a:gd name="T9" fmla="*/ 1506 h 1824"/>
                                    <a:gd name="T10" fmla="*/ 72 w 174"/>
                                    <a:gd name="T11" fmla="*/ 1650 h 1824"/>
                                    <a:gd name="T12" fmla="*/ 0 w 174"/>
                                    <a:gd name="T13" fmla="*/ 1824 h 182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174" h="1824">
                                      <a:moveTo>
                                        <a:pt x="174" y="0"/>
                                      </a:moveTo>
                                      <a:cubicBezTo>
                                        <a:pt x="174" y="74"/>
                                        <a:pt x="163" y="299"/>
                                        <a:pt x="162" y="444"/>
                                      </a:cubicBezTo>
                                      <a:cubicBezTo>
                                        <a:pt x="161" y="589"/>
                                        <a:pt x="167" y="724"/>
                                        <a:pt x="168" y="870"/>
                                      </a:cubicBezTo>
                                      <a:cubicBezTo>
                                        <a:pt x="169" y="1016"/>
                                        <a:pt x="171" y="1214"/>
                                        <a:pt x="168" y="1320"/>
                                      </a:cubicBezTo>
                                      <a:cubicBezTo>
                                        <a:pt x="165" y="1426"/>
                                        <a:pt x="166" y="1451"/>
                                        <a:pt x="150" y="1506"/>
                                      </a:cubicBezTo>
                                      <a:cubicBezTo>
                                        <a:pt x="134" y="1561"/>
                                        <a:pt x="97" y="1597"/>
                                        <a:pt x="72" y="1650"/>
                                      </a:cubicBezTo>
                                      <a:cubicBezTo>
                                        <a:pt x="47" y="1703"/>
                                        <a:pt x="15" y="1788"/>
                                        <a:pt x="0" y="1824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9" name="Freeform 529"/>
                              <wps:cNvSpPr>
                                <a:spLocks/>
                              </wps:cNvSpPr>
                              <wps:spPr bwMode="auto">
                                <a:xfrm>
                                  <a:off x="5670" y="5460"/>
                                  <a:ext cx="168" cy="2364"/>
                                </a:xfrm>
                                <a:custGeom>
                                  <a:avLst/>
                                  <a:gdLst>
                                    <a:gd name="T0" fmla="*/ 30 w 168"/>
                                    <a:gd name="T1" fmla="*/ 0 h 2364"/>
                                    <a:gd name="T2" fmla="*/ 6 w 168"/>
                                    <a:gd name="T3" fmla="*/ 540 h 2364"/>
                                    <a:gd name="T4" fmla="*/ 0 w 168"/>
                                    <a:gd name="T5" fmla="*/ 1008 h 2364"/>
                                    <a:gd name="T6" fmla="*/ 6 w 168"/>
                                    <a:gd name="T7" fmla="*/ 1410 h 2364"/>
                                    <a:gd name="T8" fmla="*/ 36 w 168"/>
                                    <a:gd name="T9" fmla="*/ 1614 h 2364"/>
                                    <a:gd name="T10" fmla="*/ 102 w 168"/>
                                    <a:gd name="T11" fmla="*/ 1836 h 2364"/>
                                    <a:gd name="T12" fmla="*/ 138 w 168"/>
                                    <a:gd name="T13" fmla="*/ 2016 h 2364"/>
                                    <a:gd name="T14" fmla="*/ 168 w 168"/>
                                    <a:gd name="T15" fmla="*/ 2364 h 236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</a:cxnLst>
                                  <a:rect l="0" t="0" r="r" b="b"/>
                                  <a:pathLst>
                                    <a:path w="168" h="2364">
                                      <a:moveTo>
                                        <a:pt x="30" y="0"/>
                                      </a:moveTo>
                                      <a:cubicBezTo>
                                        <a:pt x="24" y="90"/>
                                        <a:pt x="11" y="372"/>
                                        <a:pt x="6" y="540"/>
                                      </a:cubicBezTo>
                                      <a:cubicBezTo>
                                        <a:pt x="1" y="708"/>
                                        <a:pt x="0" y="863"/>
                                        <a:pt x="0" y="1008"/>
                                      </a:cubicBezTo>
                                      <a:cubicBezTo>
                                        <a:pt x="0" y="1153"/>
                                        <a:pt x="0" y="1309"/>
                                        <a:pt x="6" y="1410"/>
                                      </a:cubicBezTo>
                                      <a:cubicBezTo>
                                        <a:pt x="12" y="1511"/>
                                        <a:pt x="20" y="1543"/>
                                        <a:pt x="36" y="1614"/>
                                      </a:cubicBezTo>
                                      <a:cubicBezTo>
                                        <a:pt x="52" y="1685"/>
                                        <a:pt x="85" y="1769"/>
                                        <a:pt x="102" y="1836"/>
                                      </a:cubicBezTo>
                                      <a:cubicBezTo>
                                        <a:pt x="119" y="1903"/>
                                        <a:pt x="127" y="1928"/>
                                        <a:pt x="138" y="2016"/>
                                      </a:cubicBezTo>
                                      <a:cubicBezTo>
                                        <a:pt x="149" y="2104"/>
                                        <a:pt x="158" y="2234"/>
                                        <a:pt x="168" y="2364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0" name="Freeform 530"/>
                              <wps:cNvSpPr>
                                <a:spLocks/>
                              </wps:cNvSpPr>
                              <wps:spPr bwMode="auto">
                                <a:xfrm>
                                  <a:off x="5448" y="6989"/>
                                  <a:ext cx="174" cy="793"/>
                                </a:xfrm>
                                <a:custGeom>
                                  <a:avLst/>
                                  <a:gdLst>
                                    <a:gd name="T0" fmla="*/ 0 w 174"/>
                                    <a:gd name="T1" fmla="*/ 301 h 793"/>
                                    <a:gd name="T2" fmla="*/ 72 w 174"/>
                                    <a:gd name="T3" fmla="*/ 121 h 793"/>
                                    <a:gd name="T4" fmla="*/ 149 w 174"/>
                                    <a:gd name="T5" fmla="*/ 2 h 793"/>
                                    <a:gd name="T6" fmla="*/ 168 w 174"/>
                                    <a:gd name="T7" fmla="*/ 133 h 793"/>
                                    <a:gd name="T8" fmla="*/ 168 w 174"/>
                                    <a:gd name="T9" fmla="*/ 253 h 793"/>
                                    <a:gd name="T10" fmla="*/ 132 w 174"/>
                                    <a:gd name="T11" fmla="*/ 409 h 793"/>
                                    <a:gd name="T12" fmla="*/ 96 w 174"/>
                                    <a:gd name="T13" fmla="*/ 793 h 79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174" h="793">
                                      <a:moveTo>
                                        <a:pt x="0" y="301"/>
                                      </a:moveTo>
                                      <a:cubicBezTo>
                                        <a:pt x="12" y="270"/>
                                        <a:pt x="47" y="171"/>
                                        <a:pt x="72" y="121"/>
                                      </a:cubicBezTo>
                                      <a:cubicBezTo>
                                        <a:pt x="97" y="71"/>
                                        <a:pt x="133" y="0"/>
                                        <a:pt x="149" y="2"/>
                                      </a:cubicBezTo>
                                      <a:cubicBezTo>
                                        <a:pt x="165" y="4"/>
                                        <a:pt x="165" y="91"/>
                                        <a:pt x="168" y="133"/>
                                      </a:cubicBezTo>
                                      <a:cubicBezTo>
                                        <a:pt x="171" y="175"/>
                                        <a:pt x="174" y="207"/>
                                        <a:pt x="168" y="253"/>
                                      </a:cubicBezTo>
                                      <a:cubicBezTo>
                                        <a:pt x="162" y="299"/>
                                        <a:pt x="144" y="319"/>
                                        <a:pt x="132" y="409"/>
                                      </a:cubicBezTo>
                                      <a:cubicBezTo>
                                        <a:pt x="120" y="499"/>
                                        <a:pt x="108" y="646"/>
                                        <a:pt x="96" y="793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1" name="Freeform 531"/>
                              <wps:cNvSpPr>
                                <a:spLocks/>
                              </wps:cNvSpPr>
                              <wps:spPr bwMode="auto">
                                <a:xfrm>
                                  <a:off x="5614" y="7262"/>
                                  <a:ext cx="160" cy="567"/>
                                </a:xfrm>
                                <a:custGeom>
                                  <a:avLst/>
                                  <a:gdLst>
                                    <a:gd name="T0" fmla="*/ 0 w 160"/>
                                    <a:gd name="T1" fmla="*/ 528 h 567"/>
                                    <a:gd name="T2" fmla="*/ 9 w 160"/>
                                    <a:gd name="T3" fmla="*/ 327 h 567"/>
                                    <a:gd name="T4" fmla="*/ 33 w 160"/>
                                    <a:gd name="T5" fmla="*/ 104 h 567"/>
                                    <a:gd name="T6" fmla="*/ 69 w 160"/>
                                    <a:gd name="T7" fmla="*/ 5 h 567"/>
                                    <a:gd name="T8" fmla="*/ 100 w 160"/>
                                    <a:gd name="T9" fmla="*/ 72 h 567"/>
                                    <a:gd name="T10" fmla="*/ 129 w 160"/>
                                    <a:gd name="T11" fmla="*/ 219 h 567"/>
                                    <a:gd name="T12" fmla="*/ 160 w 160"/>
                                    <a:gd name="T13" fmla="*/ 567 h 56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160" h="567">
                                      <a:moveTo>
                                        <a:pt x="0" y="528"/>
                                      </a:moveTo>
                                      <a:cubicBezTo>
                                        <a:pt x="2" y="463"/>
                                        <a:pt x="4" y="398"/>
                                        <a:pt x="9" y="327"/>
                                      </a:cubicBezTo>
                                      <a:cubicBezTo>
                                        <a:pt x="14" y="256"/>
                                        <a:pt x="23" y="158"/>
                                        <a:pt x="33" y="104"/>
                                      </a:cubicBezTo>
                                      <a:cubicBezTo>
                                        <a:pt x="43" y="50"/>
                                        <a:pt x="58" y="10"/>
                                        <a:pt x="69" y="5"/>
                                      </a:cubicBezTo>
                                      <a:cubicBezTo>
                                        <a:pt x="80" y="0"/>
                                        <a:pt x="90" y="36"/>
                                        <a:pt x="100" y="72"/>
                                      </a:cubicBezTo>
                                      <a:cubicBezTo>
                                        <a:pt x="110" y="108"/>
                                        <a:pt x="119" y="137"/>
                                        <a:pt x="129" y="219"/>
                                      </a:cubicBezTo>
                                      <a:cubicBezTo>
                                        <a:pt x="139" y="301"/>
                                        <a:pt x="154" y="495"/>
                                        <a:pt x="160" y="567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4EC0BEE" id="Group 519" o:spid="_x0000_s1026" style="position:absolute;margin-left:317.7pt;margin-top:3.3pt;width:85.6pt;height:373.65pt;z-index:251653120;mso-position-horizontal-relative:page;mso-position-vertical-relative:page" coordorigin="4685,3276" coordsize="1712,74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">
                      <v:shape id="Freeform 520" o:spid="_x0000_s1027" style="position:absolute;left:4685;top:3276;width:1712;height:7473;visibility:visible;mso-wrap-style:square;v-text-anchor:top" coordsize="1712,74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" path="m1644,806v8,32,33,115,43,190c1697,1071,1712,1106,1706,1258v-6,152,-42,406,-55,650c1638,2152,1630,2500,1627,2724v-3,224,17,373,5,528c1620,3407,1581,3515,1553,3655v-28,140,-71,308,-87,435c1450,4217,1463,4280,1459,4416v-4,136,16,198,-14,492c1415,5202,1313,5922,1279,6180v-34,258,-37,205,-38,274c1240,6523,1274,6548,1274,6595v,47,-27,66,-33,144c1235,6817,1263,6948,1238,7063v-25,115,-65,324,-149,367c1005,7473,819,7385,734,7322,649,7259,629,7127,581,7051,533,6975,474,6932,444,6864v-30,-68,-35,-181,-41,-221c397,6603,407,6632,405,6622v-2,-10,-13,-27,-12,-39c394,6571,404,6560,413,6552v9,-8,26,-9,36,-19c459,6523,466,6502,475,6492v9,-10,15,-13,26,-17c512,6471,529,6477,540,6470v11,-7,15,-28,26,-38c577,6422,595,6414,607,6410v12,-4,23,6,31,c646,6404,648,6382,657,6372v9,-10,30,-9,34,-22c695,6337,696,6347,684,6295v-12,-52,-27,-103,-65,-257c581,5884,501,5618,456,5369,411,5120,350,4825,348,4546v-2,-279,91,-544,98,-850c453,3390,442,3050,391,2712,340,2374,198,1938,139,1668,80,1398,58,1258,36,1090,14,922,,842,7,660,14,478,46,239,79,e" filled="f" strokecolor="gray" strokeweight="1pt">
                        <v:path arrowok="t" o:connecttype="custom" o:connectlocs="1644,806;1687,996;1706,1258;1651,1908;1627,2724;1632,3252;1553,3655;1466,4090;1459,4416;1445,4908;1279,6180;1241,6454;1274,6595;1241,6739;1238,7063;1089,7430;734,7322;581,7051;444,6864;403,6643;405,6622;393,6583;413,6552;449,6533;475,6492;501,6475;540,6470;566,6432;607,6410;638,6410;657,6372;691,6350;684,6295;619,6038;456,5369;348,4546;446,3696;391,2712;139,1668;36,1090;7,660;79,0" o:connectangles="0,0,0,0,0,0,0,0,0,0,0,0,0,0,0,0,0,0,0,0,0,0,0,0,0,0,0,0,0,0,0,0,0,0,0,0,0,0,0,0,0,0"/>
                      </v:shape>
                      <v:shape id="Freeform 521" o:spid="_x0000_s1028" style="position:absolute;left:5310;top:9201;width:285;height:948;visibility:visible;mso-wrap-style:square;v-text-anchor:top" coordsize="285,9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" path="m8,20c16,,83,174,124,267v41,93,103,237,129,312c279,654,285,676,280,718v-5,42,-25,77,-56,115c193,871,110,940,97,944v-13,4,21,-53,46,-89c168,819,241,774,248,728,255,682,212,621,188,581,164,541,126,523,107,490,88,457,91,464,73,385,55,306,,40,8,20xe" fillcolor="#ddd" stroked="f">
                        <v:path arrowok="t" o:connecttype="custom" o:connectlocs="8,20;124,267;253,579;280,718;224,833;97,944;143,855;248,728;188,581;107,490;73,385;8,20" o:connectangles="0,0,0,0,0,0,0,0,0,0,0,0"/>
                      </v:shape>
                      <v:shape id="Freeform 522" o:spid="_x0000_s1029" style="position:absolute;left:5853;top:9741;width:58;height:423;visibility:visible;mso-wrap-style:square;v-text-anchor:top" coordsize="58,4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" path="m51,5c48,10,33,95,25,161,17,227,,379,1,401,2,423,23,326,32,291,41,256,54,217,56,190,58,163,44,157,44,128,44,99,54,,51,5xe" fillcolor="silver" stroked="f">
                        <v:path arrowok="t" o:connecttype="custom" o:connectlocs="51,5;25,161;1,401;32,291;56,190;44,128;51,5" o:connectangles="0,0,0,0,0,0,0"/>
                      </v:shape>
                      <v:shape id="Freeform 523" o:spid="_x0000_s1030" style="position:absolute;left:5138;top:9809;width:39;height:19;visibility:visible;mso-wrap-style:square;v-text-anchor:top" coordsize="39,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" path="m,c10,2,21,4,27,7v6,3,9,7,12,12e" filled="f" strokecolor="gray">
                        <v:path arrowok="t" o:connecttype="custom" o:connectlocs="0,0;27,7;39,19" o:connectangles="0,0,0"/>
                      </v:shape>
                      <v:shape id="Freeform 524" o:spid="_x0000_s1031" style="position:absolute;left:5222;top:9751;width:34;height:12;visibility:visible;mso-wrap-style:square;v-text-anchor:top" coordsize="34,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" path="m,c14,4,28,8,34,12e" filled="f" strokecolor="gray">
                        <v:path arrowok="t" o:connecttype="custom" o:connectlocs="0,0;34,12" o:connectangles="0,0"/>
                      </v:shape>
                      <v:shape id="Freeform 525" o:spid="_x0000_s1032" style="position:absolute;left:5316;top:9691;width:36;height:15;visibility:visible;mso-wrap-style:square;v-text-anchor:top" coordsize="36,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" path="m,c,,18,7,36,15e" filled="f" strokecolor="gray">
                        <v:path arrowok="t" o:connecttype="custom" o:connectlocs="0,0;36,15" o:connectangles="0,0"/>
                      </v:shape>
                      <v:shape id="Freeform 526" o:spid="_x0000_s1033" style="position:absolute;left:5360;top:3992;width:941;height:250;visibility:visible;mso-wrap-style:square;v-text-anchor:top" coordsize="941,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" path="m,136v3,-3,279,56,381,67c483,214,537,221,614,201,691,181,790,114,844,81,898,48,929,,935,4v6,4,-19,70,-55,103c844,140,769,180,717,203v-52,23,-86,39,-147,43c509,250,445,243,350,225,255,207,73,155,,136xe" fillcolor="#ddd" stroked="f">
                        <v:path arrowok="t" o:connecttype="custom" o:connectlocs="0,136;381,203;614,201;844,81;935,4;880,107;717,203;570,246;350,225;0,136" o:connectangles="0,0,0,0,0,0,0,0,0,0"/>
                      </v:shape>
                      <v:shape id="Freeform 527" o:spid="_x0000_s1034" style="position:absolute;left:5276;top:6256;width:661;height:639;visibility:visible;mso-wrap-style:square;v-text-anchor:top" coordsize="661,6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" path="m564,272v-8,-15,37,163,40,216c607,541,623,583,580,592,537,601,417,556,348,544,279,532,200,545,164,520,128,495,135,476,132,392,129,308,164,32,148,16,132,,55,211,36,296,17,381,,484,36,528v36,44,135,16,216,32c333,576,457,621,524,624v67,3,119,15,128,-48c661,513,572,287,564,272xe" fillcolor="#ddd" stroked="f">
                        <v:path arrowok="t" o:connecttype="custom" o:connectlocs="564,272;604,488;580,592;348,544;164,520;132,392;148,16;36,296;36,528;252,560;524,624;652,576;564,272" o:connectangles="0,0,0,0,0,0,0,0,0,0,0,0,0"/>
                      </v:shape>
                      <v:shape id="Freeform 528" o:spid="_x0000_s1035" style="position:absolute;left:5370;top:5460;width:174;height:1824;visibility:visible;mso-wrap-style:square;v-text-anchor:top" coordsize="174,18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" path="m174,v,74,-11,299,-12,444c161,589,167,724,168,870v1,146,3,344,,450c165,1426,166,1451,150,1506v-16,55,-53,91,-78,144c47,1703,15,1788,,1824e" filled="f">
                        <v:path arrowok="t" o:connecttype="custom" o:connectlocs="174,0;162,444;168,870;168,1320;150,1506;72,1650;0,1824" o:connectangles="0,0,0,0,0,0,0"/>
                      </v:shape>
                      <v:shape id="Freeform 529" o:spid="_x0000_s1036" style="position:absolute;left:5670;top:5460;width:168;height:2364;visibility:visible;mso-wrap-style:square;v-text-anchor:top" coordsize="168,2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" path="m30,c24,90,11,372,6,540,1,708,,863,,1008v,145,,301,6,402c12,1511,20,1543,36,1614v16,71,49,155,66,222c119,1903,127,1928,138,2016v11,88,20,218,30,348e" filled="f">
                        <v:path arrowok="t" o:connecttype="custom" o:connectlocs="30,0;6,540;0,1008;6,1410;36,1614;102,1836;138,2016;168,2364" o:connectangles="0,0,0,0,0,0,0,0"/>
                      </v:shape>
                      <v:shape id="Freeform 530" o:spid="_x0000_s1037" style="position:absolute;left:5448;top:6989;width:174;height:793;visibility:visible;mso-wrap-style:square;v-text-anchor:top" coordsize="174,7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" path="m,301c12,270,47,171,72,121,97,71,133,,149,2v16,2,16,89,19,131c171,175,174,207,168,253v-6,46,-24,66,-36,156c120,499,108,646,96,793e" filled="f">
                        <v:path arrowok="t" o:connecttype="custom" o:connectlocs="0,301;72,121;149,2;168,133;168,253;132,409;96,793" o:connectangles="0,0,0,0,0,0,0"/>
                      </v:shape>
                      <v:shape id="Freeform 531" o:spid="_x0000_s1038" style="position:absolute;left:5614;top:7262;width:160;height:567;visibility:visible;mso-wrap-style:square;v-text-anchor:top" coordsize="160,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" path="m,528c2,463,4,398,9,327,14,256,23,158,33,104,43,50,58,10,69,5,80,,90,36,100,72v10,36,19,65,29,147c139,301,154,495,160,567e" filled="f">
                        <v:path arrowok="t" o:connecttype="custom" o:connectlocs="0,528;9,327;33,104;69,5;100,72;129,219;160,567" o:connectangles="0,0,0,0,0,0,0"/>
                      </v:shape>
                      <w10:wrap anchorx="page" anchory="page"/>
                    </v:group>
                  </w:pict>
                </mc:Fallback>
              </mc:AlternateContent>
            </w:r>
          </w:p>
        </w:tc>
      </w:tr>
      <w:tr w:rsidR="00E00E93" w:rsidRPr="005A7201" w:rsidTr="005A7201">
        <w:tc>
          <w:tcPr>
            <w:tcW w:w="1724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E00E93" w:rsidRPr="005A7201" w:rsidRDefault="00273F11" w:rsidP="005A7201">
            <w:pPr>
              <w:tabs>
                <w:tab w:val="left" w:pos="2127"/>
              </w:tabs>
              <w:rPr>
                <w:rFonts w:ascii="Arial" w:hAnsi="Arial"/>
                <w:b/>
                <w:bCs/>
                <w:sz w:val="16"/>
                <w:szCs w:val="16"/>
              </w:rPr>
            </w:pPr>
            <w:r w:rsidRPr="005A7201">
              <w:rPr>
                <w:rFonts w:ascii="Arial" w:hAnsi="Arial" w:cs="Arial"/>
                <w:noProof/>
                <w:color w:val="808080"/>
                <w:sz w:val="16"/>
                <w:szCs w:val="16"/>
                <w:lang w:val="en-GB" w:eastAsia="en-GB"/>
              </w:rPr>
              <mc:AlternateContent>
                <mc:Choice Requires="wpg">
                  <w:drawing>
                    <wp:anchor distT="0" distB="0" distL="114300" distR="114300" simplePos="0" relativeHeight="251655168" behindDoc="0" locked="0" layoutInCell="1" allowOverlap="1">
                      <wp:simplePos x="0" y="0"/>
                      <wp:positionH relativeFrom="column">
                        <wp:posOffset>872490</wp:posOffset>
                      </wp:positionH>
                      <wp:positionV relativeFrom="paragraph">
                        <wp:posOffset>17780</wp:posOffset>
                      </wp:positionV>
                      <wp:extent cx="194945" cy="86995"/>
                      <wp:effectExtent l="11430" t="10160" r="12700" b="7620"/>
                      <wp:wrapNone/>
                      <wp:docPr id="16" name="Group 5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4945" cy="86995"/>
                                <a:chOff x="2461" y="11897"/>
                                <a:chExt cx="307" cy="137"/>
                              </a:xfrm>
                            </wpg:grpSpPr>
                            <wps:wsp>
                              <wps:cNvPr id="17" name="Line 53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461" y="11897"/>
                                  <a:ext cx="30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8" name="Line 53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461" y="12034"/>
                                  <a:ext cx="30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77C459F" id="Group 534" o:spid="_x0000_s1026" style="position:absolute;margin-left:68.7pt;margin-top:1.4pt;width:15.35pt;height:6.85pt;z-index:251655168" coordorigin="2461,11897" coordsize="307,1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">
                      <v:line id="Line 535" o:spid="_x0000_s1027" style="position:absolute;visibility:visible;mso-wrap-style:square" from="2461,11897" to="2768,118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"/>
                      <v:line id="Line 536" o:spid="_x0000_s1028" style="position:absolute;visibility:visible;mso-wrap-style:square" from="2461,12034" to="2768,120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"/>
                    </v:group>
                  </w:pict>
                </mc:Fallback>
              </mc:AlternateContent>
            </w:r>
            <w:r w:rsidR="00E00E93" w:rsidRPr="005A7201">
              <w:rPr>
                <w:rFonts w:ascii="Arial" w:hAnsi="Arial" w:cs="Arial"/>
                <w:color w:val="808080"/>
                <w:sz w:val="16"/>
                <w:szCs w:val="16"/>
              </w:rPr>
              <w:t>Legend:</w:t>
            </w:r>
          </w:p>
        </w:tc>
        <w:tc>
          <w:tcPr>
            <w:tcW w:w="8029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E00E93" w:rsidRPr="005A7201" w:rsidRDefault="00273F11" w:rsidP="005A7201">
            <w:pPr>
              <w:tabs>
                <w:tab w:val="left" w:pos="2127"/>
              </w:tabs>
              <w:rPr>
                <w:rFonts w:ascii="Arial" w:hAnsi="Arial"/>
                <w:b/>
                <w:bCs/>
                <w:sz w:val="16"/>
                <w:szCs w:val="16"/>
              </w:rPr>
            </w:pPr>
            <w:r w:rsidRPr="005A7201">
              <w:rPr>
                <w:rFonts w:ascii="Arial" w:hAnsi="Arial" w:cs="Arial"/>
                <w:noProof/>
                <w:color w:val="808080"/>
                <w:sz w:val="16"/>
                <w:szCs w:val="16"/>
                <w:lang w:val="en-GB" w:eastAsia="en-GB"/>
              </w:rPr>
              <mc:AlternateContent>
                <mc:Choice Requires="wpg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3913505</wp:posOffset>
                      </wp:positionH>
                      <wp:positionV relativeFrom="paragraph">
                        <wp:posOffset>21590</wp:posOffset>
                      </wp:positionV>
                      <wp:extent cx="194945" cy="89535"/>
                      <wp:effectExtent l="13335" t="13970" r="10795" b="10795"/>
                      <wp:wrapNone/>
                      <wp:docPr id="12" name="Group 54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4945" cy="89535"/>
                                <a:chOff x="8876" y="11896"/>
                                <a:chExt cx="307" cy="141"/>
                              </a:xfrm>
                            </wpg:grpSpPr>
                            <wps:wsp>
                              <wps:cNvPr id="13" name="Freeform 547"/>
                              <wps:cNvSpPr>
                                <a:spLocks/>
                              </wps:cNvSpPr>
                              <wps:spPr bwMode="auto">
                                <a:xfrm>
                                  <a:off x="8908" y="11897"/>
                                  <a:ext cx="237" cy="140"/>
                                </a:xfrm>
                                <a:custGeom>
                                  <a:avLst/>
                                  <a:gdLst>
                                    <a:gd name="T0" fmla="*/ 0 w 237"/>
                                    <a:gd name="T1" fmla="*/ 0 h 140"/>
                                    <a:gd name="T2" fmla="*/ 22 w 237"/>
                                    <a:gd name="T3" fmla="*/ 67 h 140"/>
                                    <a:gd name="T4" fmla="*/ 0 w 237"/>
                                    <a:gd name="T5" fmla="*/ 140 h 140"/>
                                    <a:gd name="T6" fmla="*/ 237 w 237"/>
                                    <a:gd name="T7" fmla="*/ 138 h 140"/>
                                    <a:gd name="T8" fmla="*/ 217 w 237"/>
                                    <a:gd name="T9" fmla="*/ 67 h 140"/>
                                    <a:gd name="T10" fmla="*/ 236 w 237"/>
                                    <a:gd name="T11" fmla="*/ 0 h 140"/>
                                    <a:gd name="T12" fmla="*/ 0 w 237"/>
                                    <a:gd name="T13" fmla="*/ 0 h 1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237" h="140">
                                      <a:moveTo>
                                        <a:pt x="0" y="0"/>
                                      </a:moveTo>
                                      <a:cubicBezTo>
                                        <a:pt x="25" y="65"/>
                                        <a:pt x="22" y="43"/>
                                        <a:pt x="22" y="67"/>
                                      </a:cubicBezTo>
                                      <a:cubicBezTo>
                                        <a:pt x="22" y="90"/>
                                        <a:pt x="25" y="69"/>
                                        <a:pt x="0" y="140"/>
                                      </a:cubicBezTo>
                                      <a:cubicBezTo>
                                        <a:pt x="118" y="139"/>
                                        <a:pt x="237" y="138"/>
                                        <a:pt x="237" y="138"/>
                                      </a:cubicBezTo>
                                      <a:cubicBezTo>
                                        <a:pt x="214" y="65"/>
                                        <a:pt x="217" y="90"/>
                                        <a:pt x="217" y="67"/>
                                      </a:cubicBezTo>
                                      <a:cubicBezTo>
                                        <a:pt x="216" y="45"/>
                                        <a:pt x="214" y="65"/>
                                        <a:pt x="236" y="0"/>
                                      </a:cubicBezTo>
                                      <a:cubicBezTo>
                                        <a:pt x="102" y="2"/>
                                        <a:pt x="0" y="0"/>
                                        <a:pt x="0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333333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Line 54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8876" y="11896"/>
                                  <a:ext cx="30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5" name="Line 54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8876" y="12033"/>
                                  <a:ext cx="30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D8270A3" id="Group 546" o:spid="_x0000_s1026" style="position:absolute;margin-left:308.15pt;margin-top:1.7pt;width:15.35pt;height:7.05pt;z-index:251658240" coordorigin="8876,11896" coordsize="307,1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">
                      <v:shape id="Freeform 547" o:spid="_x0000_s1027" style="position:absolute;left:8908;top:11897;width:237;height:140;visibility:visible;mso-wrap-style:square;v-text-anchor:top" coordsize="237,1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" path="m,c25,65,22,43,22,67v,23,3,2,-22,73c118,139,237,138,237,138,214,65,217,90,217,67,216,45,214,65,236,,102,2,,,,xe" fillcolor="#333" stroked="f">
                        <v:path arrowok="t" o:connecttype="custom" o:connectlocs="0,0;22,67;0,140;237,138;217,67;236,0;0,0" o:connectangles="0,0,0,0,0,0,0"/>
                      </v:shape>
                      <v:line id="Line 548" o:spid="_x0000_s1028" style="position:absolute;visibility:visible;mso-wrap-style:square" from="8876,11896" to="9183,118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"/>
                      <v:line id="Line 549" o:spid="_x0000_s1029" style="position:absolute;visibility:visible;mso-wrap-style:square" from="8876,12033" to="9183,120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"/>
                    </v:group>
                  </w:pict>
                </mc:Fallback>
              </mc:AlternateContent>
            </w:r>
            <w:r w:rsidRPr="005A7201">
              <w:rPr>
                <w:rFonts w:ascii="Arial" w:hAnsi="Arial" w:cs="Arial"/>
                <w:noProof/>
                <w:color w:val="808080"/>
                <w:sz w:val="16"/>
                <w:szCs w:val="16"/>
                <w:lang w:val="en-GB" w:eastAsia="en-GB"/>
              </w:rPr>
              <mc:AlternateContent>
                <mc:Choice Requires="wpg">
                  <w:drawing>
                    <wp:anchor distT="0" distB="0" distL="114300" distR="114300" simplePos="0" relativeHeight="251657216" behindDoc="0" locked="0" layoutInCell="1" allowOverlap="1">
                      <wp:simplePos x="0" y="0"/>
                      <wp:positionH relativeFrom="column">
                        <wp:posOffset>2698750</wp:posOffset>
                      </wp:positionH>
                      <wp:positionV relativeFrom="paragraph">
                        <wp:posOffset>24130</wp:posOffset>
                      </wp:positionV>
                      <wp:extent cx="194945" cy="86995"/>
                      <wp:effectExtent l="8255" t="6985" r="6350" b="10795"/>
                      <wp:wrapNone/>
                      <wp:docPr id="7" name="Group 5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4945" cy="86995"/>
                                <a:chOff x="6904" y="11891"/>
                                <a:chExt cx="307" cy="137"/>
                              </a:xfrm>
                            </wpg:grpSpPr>
                            <wps:wsp>
                              <wps:cNvPr id="8" name="Line 54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6904" y="11891"/>
                                  <a:ext cx="30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9" name="Line 54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6904" y="12028"/>
                                  <a:ext cx="30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0" name="Freeform 544"/>
                              <wps:cNvSpPr>
                                <a:spLocks/>
                              </wps:cNvSpPr>
                              <wps:spPr bwMode="auto">
                                <a:xfrm>
                                  <a:off x="6923" y="11897"/>
                                  <a:ext cx="264" cy="48"/>
                                </a:xfrm>
                                <a:custGeom>
                                  <a:avLst/>
                                  <a:gdLst>
                                    <a:gd name="T0" fmla="*/ 0 w 264"/>
                                    <a:gd name="T1" fmla="*/ 0 h 48"/>
                                    <a:gd name="T2" fmla="*/ 39 w 264"/>
                                    <a:gd name="T3" fmla="*/ 31 h 48"/>
                                    <a:gd name="T4" fmla="*/ 77 w 264"/>
                                    <a:gd name="T5" fmla="*/ 34 h 48"/>
                                    <a:gd name="T6" fmla="*/ 109 w 264"/>
                                    <a:gd name="T7" fmla="*/ 48 h 48"/>
                                    <a:gd name="T8" fmla="*/ 133 w 264"/>
                                    <a:gd name="T9" fmla="*/ 31 h 48"/>
                                    <a:gd name="T10" fmla="*/ 169 w 264"/>
                                    <a:gd name="T11" fmla="*/ 41 h 48"/>
                                    <a:gd name="T12" fmla="*/ 212 w 264"/>
                                    <a:gd name="T13" fmla="*/ 41 h 48"/>
                                    <a:gd name="T14" fmla="*/ 241 w 264"/>
                                    <a:gd name="T15" fmla="*/ 33 h 48"/>
                                    <a:gd name="T16" fmla="*/ 264 w 264"/>
                                    <a:gd name="T17" fmla="*/ 0 h 48"/>
                                    <a:gd name="T18" fmla="*/ 0 w 264"/>
                                    <a:gd name="T19" fmla="*/ 0 h 4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</a:cxnLst>
                                  <a:rect l="0" t="0" r="r" b="b"/>
                                  <a:pathLst>
                                    <a:path w="264" h="48">
                                      <a:moveTo>
                                        <a:pt x="0" y="0"/>
                                      </a:moveTo>
                                      <a:lnTo>
                                        <a:pt x="39" y="31"/>
                                      </a:lnTo>
                                      <a:lnTo>
                                        <a:pt x="77" y="34"/>
                                      </a:lnTo>
                                      <a:lnTo>
                                        <a:pt x="109" y="48"/>
                                      </a:lnTo>
                                      <a:lnTo>
                                        <a:pt x="133" y="31"/>
                                      </a:lnTo>
                                      <a:lnTo>
                                        <a:pt x="169" y="41"/>
                                      </a:lnTo>
                                      <a:lnTo>
                                        <a:pt x="212" y="41"/>
                                      </a:lnTo>
                                      <a:lnTo>
                                        <a:pt x="241" y="33"/>
                                      </a:lnTo>
                                      <a:lnTo>
                                        <a:pt x="264" y="0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Freeform 545"/>
                              <wps:cNvSpPr>
                                <a:spLocks/>
                              </wps:cNvSpPr>
                              <wps:spPr bwMode="auto">
                                <a:xfrm>
                                  <a:off x="6926" y="11966"/>
                                  <a:ext cx="261" cy="56"/>
                                </a:xfrm>
                                <a:custGeom>
                                  <a:avLst/>
                                  <a:gdLst>
                                    <a:gd name="T0" fmla="*/ 0 w 261"/>
                                    <a:gd name="T1" fmla="*/ 56 h 56"/>
                                    <a:gd name="T2" fmla="*/ 32 w 261"/>
                                    <a:gd name="T3" fmla="*/ 24 h 56"/>
                                    <a:gd name="T4" fmla="*/ 72 w 261"/>
                                    <a:gd name="T5" fmla="*/ 3 h 56"/>
                                    <a:gd name="T6" fmla="*/ 115 w 261"/>
                                    <a:gd name="T7" fmla="*/ 22 h 56"/>
                                    <a:gd name="T8" fmla="*/ 136 w 261"/>
                                    <a:gd name="T9" fmla="*/ 0 h 56"/>
                                    <a:gd name="T10" fmla="*/ 172 w 261"/>
                                    <a:gd name="T11" fmla="*/ 15 h 56"/>
                                    <a:gd name="T12" fmla="*/ 197 w 261"/>
                                    <a:gd name="T13" fmla="*/ 8 h 56"/>
                                    <a:gd name="T14" fmla="*/ 233 w 261"/>
                                    <a:gd name="T15" fmla="*/ 24 h 56"/>
                                    <a:gd name="T16" fmla="*/ 261 w 261"/>
                                    <a:gd name="T17" fmla="*/ 56 h 56"/>
                                    <a:gd name="T18" fmla="*/ 0 w 261"/>
                                    <a:gd name="T19" fmla="*/ 56 h 5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</a:cxnLst>
                                  <a:rect l="0" t="0" r="r" b="b"/>
                                  <a:pathLst>
                                    <a:path w="261" h="56">
                                      <a:moveTo>
                                        <a:pt x="0" y="56"/>
                                      </a:moveTo>
                                      <a:lnTo>
                                        <a:pt x="32" y="24"/>
                                      </a:lnTo>
                                      <a:lnTo>
                                        <a:pt x="72" y="3"/>
                                      </a:lnTo>
                                      <a:lnTo>
                                        <a:pt x="115" y="22"/>
                                      </a:lnTo>
                                      <a:lnTo>
                                        <a:pt x="136" y="0"/>
                                      </a:lnTo>
                                      <a:lnTo>
                                        <a:pt x="172" y="15"/>
                                      </a:lnTo>
                                      <a:lnTo>
                                        <a:pt x="197" y="8"/>
                                      </a:lnTo>
                                      <a:lnTo>
                                        <a:pt x="233" y="24"/>
                                      </a:lnTo>
                                      <a:lnTo>
                                        <a:pt x="261" y="56"/>
                                      </a:lnTo>
                                      <a:lnTo>
                                        <a:pt x="0" y="5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76F5658" id="Group 541" o:spid="_x0000_s1026" style="position:absolute;margin-left:212.5pt;margin-top:1.9pt;width:15.35pt;height:6.85pt;z-index:251657216" coordorigin="6904,11891" coordsize="307,1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">
                      <v:line id="Line 542" o:spid="_x0000_s1027" style="position:absolute;visibility:visible;mso-wrap-style:square" from="6904,11891" to="7211,118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"/>
                      <v:line id="Line 543" o:spid="_x0000_s1028" style="position:absolute;visibility:visible;mso-wrap-style:square" from="6904,12028" to="7211,120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"/>
                      <v:shape id="Freeform 544" o:spid="_x0000_s1029" style="position:absolute;left:6923;top:11897;width:264;height:48;visibility:visible;mso-wrap-style:square;v-text-anchor:top" coordsize="264,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" path="m,l39,31r38,3l109,48,133,31r36,10l212,41r29,-8l264,,,xe" fillcolor="black" stroked="f">
                        <v:path arrowok="t" o:connecttype="custom" o:connectlocs="0,0;39,31;77,34;109,48;133,31;169,41;212,41;241,33;264,0;0,0" o:connectangles="0,0,0,0,0,0,0,0,0,0"/>
                      </v:shape>
                      <v:shape id="Freeform 545" o:spid="_x0000_s1030" style="position:absolute;left:6926;top:11966;width:261;height:56;visibility:visible;mso-wrap-style:square;v-text-anchor:top" coordsize="261,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" path="m,56l32,24,72,3r43,19l136,r36,15l197,8r36,16l261,56,,56xe" fillcolor="black" stroked="f">
                        <v:path arrowok="t" o:connecttype="custom" o:connectlocs="0,56;32,24;72,3;115,22;136,0;172,15;197,8;233,24;261,56;0,56" o:connectangles="0,0,0,0,0,0,0,0,0,0"/>
                      </v:shape>
                    </v:group>
                  </w:pict>
                </mc:Fallback>
              </mc:AlternateContent>
            </w:r>
            <w:r w:rsidRPr="005A7201">
              <w:rPr>
                <w:rFonts w:ascii="Arial" w:hAnsi="Arial" w:cs="Arial"/>
                <w:noProof/>
                <w:color w:val="808080"/>
                <w:sz w:val="16"/>
                <w:szCs w:val="16"/>
                <w:lang w:val="en-GB" w:eastAsia="en-GB"/>
              </w:rPr>
              <mc:AlternateContent>
                <mc:Choice Requires="wpg">
                  <w:drawing>
                    <wp:anchor distT="0" distB="0" distL="114300" distR="114300" simplePos="0" relativeHeight="251656192" behindDoc="0" locked="0" layoutInCell="1" allowOverlap="1">
                      <wp:simplePos x="0" y="0"/>
                      <wp:positionH relativeFrom="column">
                        <wp:posOffset>2007870</wp:posOffset>
                      </wp:positionH>
                      <wp:positionV relativeFrom="paragraph">
                        <wp:posOffset>22860</wp:posOffset>
                      </wp:positionV>
                      <wp:extent cx="194945" cy="85725"/>
                      <wp:effectExtent l="41275" t="5715" r="40005" b="13335"/>
                      <wp:wrapNone/>
                      <wp:docPr id="3" name="Group 5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4945" cy="85725"/>
                                <a:chOff x="5784" y="11903"/>
                                <a:chExt cx="307" cy="135"/>
                              </a:xfrm>
                            </wpg:grpSpPr>
                            <wps:wsp>
                              <wps:cNvPr id="5" name="Line 53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5785" y="11971"/>
                                  <a:ext cx="30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76200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Line 53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5784" y="11903"/>
                                  <a:ext cx="30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7" name="Line 54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5784" y="12038"/>
                                  <a:ext cx="30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888D3E1" id="Group 537" o:spid="_x0000_s1026" style="position:absolute;margin-left:158.1pt;margin-top:1.8pt;width:15.35pt;height:6.75pt;z-index:251656192" coordorigin="5784,11903" coordsize="307,1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">
                      <v:line id="Line 538" o:spid="_x0000_s1027" style="position:absolute;visibility:visible;mso-wrap-style:square" from="5785,11971" to="6091,1197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" strokecolor="red" strokeweight="6pt"/>
                      <v:line id="Line 539" o:spid="_x0000_s1028" style="position:absolute;visibility:visible;mso-wrap-style:square" from="5784,11903" to="6091,119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"/>
                      <v:line id="Line 540" o:spid="_x0000_s1029" style="position:absolute;visibility:visible;mso-wrap-style:square" from="5784,12038" to="6091,120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"/>
                    </v:group>
                  </w:pict>
                </mc:Fallback>
              </mc:AlternateContent>
            </w:r>
            <w:r w:rsidRPr="005A7201">
              <w:rPr>
                <w:rFonts w:ascii="Arial" w:hAnsi="Arial" w:cs="Arial"/>
                <w:noProof/>
                <w:color w:val="808080"/>
                <w:sz w:val="16"/>
                <w:szCs w:val="16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4144" behindDoc="0" locked="0" layoutInCell="1" allowOverlap="1">
                      <wp:simplePos x="0" y="0"/>
                      <wp:positionH relativeFrom="column">
                        <wp:posOffset>781685</wp:posOffset>
                      </wp:positionH>
                      <wp:positionV relativeFrom="paragraph">
                        <wp:posOffset>62230</wp:posOffset>
                      </wp:positionV>
                      <wp:extent cx="194310" cy="0"/>
                      <wp:effectExtent l="43815" t="45085" r="38100" b="40640"/>
                      <wp:wrapNone/>
                      <wp:docPr id="2" name="Line 5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94310" cy="0"/>
                              </a:xfrm>
                              <a:prstGeom prst="line">
                                <a:avLst/>
                              </a:prstGeom>
                              <a:noFill/>
                              <a:ln w="76200">
                                <a:solidFill>
                                  <a:srgbClr val="000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DF01B69" id="Line 533" o:spid="_x0000_s1026" style="position:absolute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1.55pt,4.9pt" to="76.85pt,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" strokecolor="navy" strokeweight="6pt"/>
                  </w:pict>
                </mc:Fallback>
              </mc:AlternateContent>
            </w:r>
            <w:r w:rsidR="00E00E93" w:rsidRPr="005A7201">
              <w:rPr>
                <w:rFonts w:ascii="Arial" w:hAnsi="Arial" w:cs="Arial"/>
                <w:color w:val="808080"/>
                <w:sz w:val="16"/>
                <w:szCs w:val="16"/>
              </w:rPr>
              <w:t>Normal Deep              Normal Superficial              Reflux              Chronic Thrombus              Acute Thrombus</w:t>
            </w:r>
          </w:p>
        </w:tc>
      </w:tr>
      <w:tr w:rsidR="00273F11" w:rsidRPr="005A7201" w:rsidTr="005A7201">
        <w:tc>
          <w:tcPr>
            <w:tcW w:w="1885" w:type="dxa"/>
            <w:gridSpan w:val="2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73F11" w:rsidRPr="005A7201" w:rsidRDefault="00273F11" w:rsidP="00273F11">
            <w:pPr>
              <w:tabs>
                <w:tab w:val="left" w:pos="2127"/>
              </w:tabs>
              <w:rPr>
                <w:rFonts w:ascii="Arial" w:hAnsi="Arial" w:cs="Arial"/>
                <w:bCs/>
                <w:color w:val="808080"/>
                <w:sz w:val="18"/>
                <w:szCs w:val="18"/>
              </w:rPr>
            </w:pPr>
            <w:r w:rsidRPr="005A7201">
              <w:rPr>
                <w:rFonts w:ascii="Arial" w:hAnsi="Arial" w:cs="Arial"/>
                <w:color w:val="808080"/>
                <w:sz w:val="18"/>
                <w:szCs w:val="18"/>
              </w:rPr>
              <w:t>Comments:</w:t>
            </w:r>
          </w:p>
        </w:tc>
        <w:tc>
          <w:tcPr>
            <w:tcW w:w="786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273F11" w:rsidRDefault="00273F11" w:rsidP="00273F11">
            <w:pPr>
              <w:tabs>
                <w:tab w:val="left" w:pos="2382"/>
              </w:tabs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The calf was not able to be assessed due to overlying compression bandaging. </w:t>
            </w:r>
          </w:p>
          <w:p w:rsidR="00273F11" w:rsidRPr="005A7201" w:rsidRDefault="00273F11" w:rsidP="00273F11">
            <w:pPr>
              <w:tabs>
                <w:tab w:val="left" w:pos="2382"/>
              </w:tabs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273F11" w:rsidRPr="005A7201" w:rsidTr="005A7201">
        <w:tc>
          <w:tcPr>
            <w:tcW w:w="1885" w:type="dxa"/>
            <w:gridSpan w:val="2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73F11" w:rsidRPr="005A7201" w:rsidRDefault="00273F11" w:rsidP="00273F11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5A7201">
              <w:rPr>
                <w:rFonts w:ascii="Arial" w:hAnsi="Arial" w:cs="Arial"/>
                <w:bCs/>
                <w:color w:val="808080"/>
                <w:sz w:val="18"/>
                <w:szCs w:val="18"/>
              </w:rPr>
              <w:t>Deep Veins:</w:t>
            </w:r>
          </w:p>
        </w:tc>
        <w:tc>
          <w:tcPr>
            <w:tcW w:w="786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273F11" w:rsidRPr="005A7201" w:rsidRDefault="00273F11" w:rsidP="00273F11">
            <w:pPr>
              <w:tabs>
                <w:tab w:val="left" w:pos="2382"/>
              </w:tabs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Patent. Incompetent proximal SFV. </w:t>
            </w:r>
          </w:p>
        </w:tc>
      </w:tr>
      <w:tr w:rsidR="00273F11" w:rsidRPr="005A7201" w:rsidTr="005A7201">
        <w:tc>
          <w:tcPr>
            <w:tcW w:w="1885" w:type="dxa"/>
            <w:gridSpan w:val="2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73F11" w:rsidRPr="005A7201" w:rsidRDefault="00273F11" w:rsidP="00273F11">
            <w:pPr>
              <w:tabs>
                <w:tab w:val="left" w:pos="2127"/>
              </w:tabs>
              <w:rPr>
                <w:rFonts w:ascii="Arial" w:hAnsi="Arial" w:cs="Arial"/>
                <w:bCs/>
                <w:color w:val="808080"/>
                <w:sz w:val="18"/>
                <w:szCs w:val="18"/>
              </w:rPr>
            </w:pPr>
            <w:r w:rsidRPr="005A7201">
              <w:rPr>
                <w:rFonts w:ascii="Arial" w:hAnsi="Arial" w:cs="Arial"/>
                <w:color w:val="808080"/>
                <w:sz w:val="18"/>
                <w:szCs w:val="18"/>
              </w:rPr>
              <w:t>Superficial Veins:</w:t>
            </w:r>
          </w:p>
        </w:tc>
        <w:tc>
          <w:tcPr>
            <w:tcW w:w="786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273F11" w:rsidRPr="005A7201" w:rsidRDefault="00273F11" w:rsidP="00273F11">
            <w:pPr>
              <w:tabs>
                <w:tab w:val="left" w:pos="2382"/>
              </w:tabs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Patent and competent LSV. The proximal SSV is dilated (5mm diameter) and has mild wall thickening, but with no demonstrable reflux. </w:t>
            </w:r>
          </w:p>
        </w:tc>
      </w:tr>
      <w:tr w:rsidR="00273F11" w:rsidRPr="005A7201" w:rsidTr="005A7201">
        <w:tc>
          <w:tcPr>
            <w:tcW w:w="1885" w:type="dxa"/>
            <w:gridSpan w:val="2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73F11" w:rsidRDefault="00273F11" w:rsidP="00273F11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5A7201">
              <w:rPr>
                <w:rFonts w:ascii="Arial" w:hAnsi="Arial" w:cs="Arial"/>
                <w:color w:val="808080"/>
                <w:sz w:val="18"/>
                <w:szCs w:val="18"/>
              </w:rPr>
              <w:t>Perforators:</w:t>
            </w:r>
          </w:p>
          <w:p w:rsidR="00273F11" w:rsidRPr="005A7201" w:rsidRDefault="00273F11" w:rsidP="00273F11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>
              <w:rPr>
                <w:rFonts w:ascii="Arial" w:hAnsi="Arial" w:cs="Arial"/>
                <w:color w:val="808080"/>
                <w:sz w:val="18"/>
                <w:szCs w:val="18"/>
              </w:rPr>
              <w:t>Arterial spot check:</w:t>
            </w:r>
          </w:p>
        </w:tc>
        <w:tc>
          <w:tcPr>
            <w:tcW w:w="786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73F11" w:rsidRPr="005A7201" w:rsidRDefault="00273F11" w:rsidP="00273F11">
            <w:pPr>
              <w:tabs>
                <w:tab w:val="left" w:pos="271"/>
                <w:tab w:val="left" w:pos="2382"/>
              </w:tabs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No incompetent perforators seen.</w:t>
            </w:r>
          </w:p>
          <w:p w:rsidR="00273F11" w:rsidRDefault="00273F11" w:rsidP="00273F11">
            <w:pPr>
              <w:tabs>
                <w:tab w:val="left" w:pos="2382"/>
              </w:tabs>
              <w:rPr>
                <w:rFonts w:ascii="Arial" w:hAnsi="Arial" w:cs="Arial"/>
                <w:sz w:val="18"/>
                <w:szCs w:val="20"/>
              </w:rPr>
            </w:pPr>
            <w:proofErr w:type="spellStart"/>
            <w:r>
              <w:rPr>
                <w:rFonts w:ascii="Arial" w:hAnsi="Arial" w:cs="Arial"/>
                <w:sz w:val="18"/>
                <w:szCs w:val="20"/>
              </w:rPr>
              <w:t>Triphasic</w:t>
            </w:r>
            <w:proofErr w:type="spellEnd"/>
            <w:r>
              <w:rPr>
                <w:rFonts w:ascii="Arial" w:hAnsi="Arial" w:cs="Arial"/>
                <w:sz w:val="18"/>
                <w:szCs w:val="20"/>
              </w:rPr>
              <w:t xml:space="preserve"> arterial waveforms from the common Femoral artery to the distal Popliteal artery.</w:t>
            </w:r>
          </w:p>
          <w:p w:rsidR="00273F11" w:rsidRPr="005A7201" w:rsidRDefault="00273F11" w:rsidP="00273F11">
            <w:pPr>
              <w:tabs>
                <w:tab w:val="left" w:pos="2382"/>
              </w:tabs>
              <w:rPr>
                <w:rFonts w:ascii="Arial" w:hAnsi="Arial"/>
                <w:bCs/>
                <w:sz w:val="18"/>
                <w:szCs w:val="18"/>
              </w:rPr>
            </w:pPr>
          </w:p>
        </w:tc>
      </w:tr>
      <w:tr w:rsidR="00273F11" w:rsidRPr="005A7201" w:rsidTr="005A7201">
        <w:tc>
          <w:tcPr>
            <w:tcW w:w="1885" w:type="dxa"/>
            <w:gridSpan w:val="2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73F11" w:rsidRPr="005A7201" w:rsidRDefault="00273F11" w:rsidP="00273F11">
            <w:pPr>
              <w:tabs>
                <w:tab w:val="left" w:pos="2127"/>
              </w:tabs>
              <w:rPr>
                <w:rFonts w:ascii="Arial" w:hAnsi="Arial" w:cs="Arial"/>
                <w:bCs/>
                <w:color w:val="808080"/>
                <w:sz w:val="18"/>
                <w:szCs w:val="18"/>
              </w:rPr>
            </w:pPr>
          </w:p>
        </w:tc>
        <w:tc>
          <w:tcPr>
            <w:tcW w:w="786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273F11" w:rsidRPr="005A7201" w:rsidRDefault="00273F11" w:rsidP="00273F11">
            <w:pPr>
              <w:tabs>
                <w:tab w:val="left" w:pos="2382"/>
              </w:tabs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273F11" w:rsidRPr="005A7201" w:rsidTr="005A7201">
        <w:tc>
          <w:tcPr>
            <w:tcW w:w="1885" w:type="dxa"/>
            <w:gridSpan w:val="2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73F11" w:rsidRPr="005A7201" w:rsidRDefault="00273F11" w:rsidP="00273F11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</w:p>
        </w:tc>
        <w:tc>
          <w:tcPr>
            <w:tcW w:w="786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73F11" w:rsidRPr="005A7201" w:rsidRDefault="00273F11" w:rsidP="00273F11">
            <w:pPr>
              <w:tabs>
                <w:tab w:val="left" w:pos="2382"/>
              </w:tabs>
              <w:rPr>
                <w:rFonts w:ascii="Arial" w:hAnsi="Arial"/>
                <w:bCs/>
                <w:sz w:val="18"/>
                <w:szCs w:val="18"/>
              </w:rPr>
            </w:pPr>
          </w:p>
        </w:tc>
      </w:tr>
      <w:tr w:rsidR="00273F11" w:rsidRPr="005A7201" w:rsidTr="005A7201">
        <w:tc>
          <w:tcPr>
            <w:tcW w:w="1885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73F11" w:rsidRPr="005A7201" w:rsidRDefault="00273F11" w:rsidP="00273F11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5A7201">
              <w:rPr>
                <w:rFonts w:ascii="Arial" w:hAnsi="Arial"/>
                <w:color w:val="808080"/>
                <w:sz w:val="18"/>
                <w:szCs w:val="18"/>
              </w:rPr>
              <w:t>Scanned by:</w:t>
            </w:r>
            <w:r w:rsidRPr="005A7201">
              <w:rPr>
                <w:rFonts w:ascii="Arial" w:hAnsi="Arial"/>
                <w:sz w:val="18"/>
                <w:szCs w:val="18"/>
              </w:rPr>
              <w:tab/>
            </w:r>
          </w:p>
        </w:tc>
        <w:tc>
          <w:tcPr>
            <w:tcW w:w="7868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273F11" w:rsidRPr="005A7201" w:rsidRDefault="00273F11" w:rsidP="00273F11">
            <w:pPr>
              <w:tabs>
                <w:tab w:val="left" w:pos="2382"/>
              </w:tabs>
              <w:rPr>
                <w:rFonts w:ascii="Arial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Robert James - Clinical Vascular Scientist </w:t>
            </w:r>
          </w:p>
        </w:tc>
      </w:tr>
    </w:tbl>
    <w:p w:rsidR="00694581" w:rsidRPr="00BA78AE" w:rsidRDefault="00694581" w:rsidP="00022CCA">
      <w:pPr>
        <w:rPr>
          <w:rFonts w:ascii="Arial" w:hAnsi="Arial" w:cs="Arial"/>
          <w:sz w:val="18"/>
          <w:szCs w:val="18"/>
        </w:rPr>
      </w:pPr>
    </w:p>
    <w:sectPr w:rsidR="00694581" w:rsidRPr="00BA78AE" w:rsidSect="00E00E93">
      <w:headerReference w:type="default" r:id="rId7"/>
      <w:footerReference w:type="default" r:id="rId8"/>
      <w:pgSz w:w="11907" w:h="16840" w:code="9"/>
      <w:pgMar w:top="1134" w:right="1134" w:bottom="1134" w:left="1134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3F11" w:rsidRDefault="00273F11">
      <w:r>
        <w:separator/>
      </w:r>
    </w:p>
  </w:endnote>
  <w:endnote w:type="continuationSeparator" w:id="0">
    <w:p w:rsidR="00273F11" w:rsidRDefault="00273F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4E5A" w:rsidRPr="002B49C7" w:rsidRDefault="00E84E5A" w:rsidP="002B49C7">
    <w:pPr>
      <w:pStyle w:val="Footer"/>
      <w:jc w:val="right"/>
      <w:rPr>
        <w:color w:val="3366FF"/>
        <w:sz w:val="16"/>
        <w:szCs w:val="16"/>
      </w:rPr>
    </w:pPr>
    <w:proofErr w:type="gramStart"/>
    <w:r w:rsidRPr="00C20D96">
      <w:rPr>
        <w:rStyle w:val="PageNumber"/>
        <w:rFonts w:ascii="Arial" w:hAnsi="Arial" w:cs="Arial"/>
        <w:color w:val="3366FF"/>
        <w:sz w:val="16"/>
        <w:szCs w:val="16"/>
      </w:rPr>
      <w:t>Genesis</w:t>
    </w:r>
    <w:r w:rsidRPr="00C20D96">
      <w:rPr>
        <w:rStyle w:val="PageNumber"/>
        <w:rFonts w:ascii="Arial" w:hAnsi="Arial" w:cs="Arial"/>
        <w:b/>
        <w:i/>
        <w:color w:val="999999"/>
        <w:sz w:val="16"/>
        <w:szCs w:val="16"/>
        <w:vertAlign w:val="superscript"/>
      </w:rPr>
      <w:t>2</w:t>
    </w:r>
    <w:r w:rsidRPr="00C20D96">
      <w:rPr>
        <w:rStyle w:val="PageNumber"/>
        <w:rFonts w:ascii="Arial" w:hAnsi="Arial" w:cs="Arial"/>
        <w:b/>
        <w:i/>
        <w:color w:val="333333"/>
        <w:sz w:val="16"/>
        <w:szCs w:val="16"/>
      </w:rPr>
      <w:t xml:space="preserve"> </w:t>
    </w:r>
    <w:r w:rsidRPr="00C20D96">
      <w:rPr>
        <w:rStyle w:val="PageNumber"/>
        <w:rFonts w:ascii="Arial" w:hAnsi="Arial" w:cs="Arial"/>
        <w:color w:val="3366FF"/>
        <w:sz w:val="16"/>
        <w:szCs w:val="16"/>
      </w:rPr>
      <w:t xml:space="preserve"> </w:t>
    </w:r>
    <w:r>
      <w:rPr>
        <w:rStyle w:val="PageNumber"/>
        <w:rFonts w:ascii="Arial" w:hAnsi="Arial" w:cs="Arial"/>
        <w:color w:val="C0C0C0"/>
        <w:sz w:val="16"/>
        <w:szCs w:val="16"/>
      </w:rPr>
      <w:t>vascular</w:t>
    </w:r>
    <w:proofErr w:type="gramEnd"/>
    <w:r>
      <w:rPr>
        <w:rStyle w:val="PageNumber"/>
        <w:rFonts w:ascii="Arial" w:hAnsi="Arial" w:cs="Arial"/>
        <w:color w:val="C0C0C0"/>
        <w:sz w:val="16"/>
        <w:szCs w:val="16"/>
      </w:rPr>
      <w:t xml:space="preserve"> reporting system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3F11" w:rsidRDefault="00273F11">
      <w:r>
        <w:separator/>
      </w:r>
    </w:p>
  </w:footnote>
  <w:footnote w:type="continuationSeparator" w:id="0">
    <w:p w:rsidR="00273F11" w:rsidRDefault="00273F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0E93" w:rsidRDefault="00273F11">
    <w:pPr>
      <w:pStyle w:val="Header"/>
    </w:pPr>
    <w:r>
      <w:rPr>
        <w:noProof/>
        <w:lang w:val="en-GB" w:eastAsia="en-GB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4766310</wp:posOffset>
          </wp:positionH>
          <wp:positionV relativeFrom="paragraph">
            <wp:posOffset>-59690</wp:posOffset>
          </wp:positionV>
          <wp:extent cx="1452880" cy="570230"/>
          <wp:effectExtent l="0" t="0" r="0" b="0"/>
          <wp:wrapNone/>
          <wp:docPr id="1" name="Pictur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2880" cy="5702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8C6937"/>
    <w:multiLevelType w:val="multilevel"/>
    <w:tmpl w:val="8EEA51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F08582D"/>
    <w:multiLevelType w:val="hybridMultilevel"/>
    <w:tmpl w:val="D832804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D046493"/>
    <w:multiLevelType w:val="multilevel"/>
    <w:tmpl w:val="BA3E76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D370A6C"/>
    <w:multiLevelType w:val="multilevel"/>
    <w:tmpl w:val="4238CA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9B75136"/>
    <w:multiLevelType w:val="hybridMultilevel"/>
    <w:tmpl w:val="5844A532"/>
    <w:lvl w:ilvl="0" w:tplc="5E100744">
      <w:start w:val="1"/>
      <w:numFmt w:val="decimal"/>
      <w:lvlText w:val="%1)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7AF3E20"/>
    <w:multiLevelType w:val="hybridMultilevel"/>
    <w:tmpl w:val="16D681EE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D2834E6"/>
    <w:multiLevelType w:val="hybridMultilevel"/>
    <w:tmpl w:val="12AA6152"/>
    <w:lvl w:ilvl="0" w:tplc="E4AADF9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8BA00C9"/>
    <w:multiLevelType w:val="hybridMultilevel"/>
    <w:tmpl w:val="4D4494D4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7F012D20"/>
    <w:multiLevelType w:val="hybridMultilevel"/>
    <w:tmpl w:val="A9328BF4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3"/>
  </w:num>
  <w:num w:numId="3">
    <w:abstractNumId w:val="8"/>
  </w:num>
  <w:num w:numId="4">
    <w:abstractNumId w:val="1"/>
  </w:num>
  <w:num w:numId="5">
    <w:abstractNumId w:val="4"/>
  </w:num>
  <w:num w:numId="6">
    <w:abstractNumId w:val="2"/>
  </w:num>
  <w:num w:numId="7">
    <w:abstractNumId w:val="5"/>
  </w:num>
  <w:num w:numId="8">
    <w:abstractNumId w:val="7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81"/>
  <w:drawingGridVerticalSpacing w:val="181"/>
  <w:characterSpacingControl w:val="doNotCompress"/>
  <w:hdrShapeDefaults>
    <o:shapedefaults v:ext="edit" spidmax="4097">
      <o:colormru v:ext="edit" colors="#ddd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3F11"/>
    <w:rsid w:val="00000AF9"/>
    <w:rsid w:val="00022CCA"/>
    <w:rsid w:val="00033741"/>
    <w:rsid w:val="000512C4"/>
    <w:rsid w:val="000537B7"/>
    <w:rsid w:val="00066D7F"/>
    <w:rsid w:val="00076699"/>
    <w:rsid w:val="00082FF5"/>
    <w:rsid w:val="000A3239"/>
    <w:rsid w:val="00116388"/>
    <w:rsid w:val="00117FF6"/>
    <w:rsid w:val="0012226E"/>
    <w:rsid w:val="00130125"/>
    <w:rsid w:val="00130D4E"/>
    <w:rsid w:val="001310C1"/>
    <w:rsid w:val="0014568D"/>
    <w:rsid w:val="001553FF"/>
    <w:rsid w:val="00163682"/>
    <w:rsid w:val="001725EE"/>
    <w:rsid w:val="00185DE1"/>
    <w:rsid w:val="001C1F8A"/>
    <w:rsid w:val="001E5B1A"/>
    <w:rsid w:val="0020028B"/>
    <w:rsid w:val="002027E7"/>
    <w:rsid w:val="0020510B"/>
    <w:rsid w:val="00216637"/>
    <w:rsid w:val="0023495B"/>
    <w:rsid w:val="002558E2"/>
    <w:rsid w:val="00255CDA"/>
    <w:rsid w:val="00267D9C"/>
    <w:rsid w:val="00273F11"/>
    <w:rsid w:val="00276FE7"/>
    <w:rsid w:val="002845F4"/>
    <w:rsid w:val="002B49C7"/>
    <w:rsid w:val="002B6F2B"/>
    <w:rsid w:val="002C1599"/>
    <w:rsid w:val="002C2267"/>
    <w:rsid w:val="003240BC"/>
    <w:rsid w:val="00324B94"/>
    <w:rsid w:val="00332965"/>
    <w:rsid w:val="003512C1"/>
    <w:rsid w:val="00354C39"/>
    <w:rsid w:val="0036205F"/>
    <w:rsid w:val="00392775"/>
    <w:rsid w:val="003A31C2"/>
    <w:rsid w:val="003B7DF9"/>
    <w:rsid w:val="003E54F9"/>
    <w:rsid w:val="003E7404"/>
    <w:rsid w:val="003F1AD1"/>
    <w:rsid w:val="003F5392"/>
    <w:rsid w:val="003F5661"/>
    <w:rsid w:val="00400424"/>
    <w:rsid w:val="00416596"/>
    <w:rsid w:val="0043201F"/>
    <w:rsid w:val="00442938"/>
    <w:rsid w:val="00443A11"/>
    <w:rsid w:val="00446D9E"/>
    <w:rsid w:val="004479C2"/>
    <w:rsid w:val="004515EA"/>
    <w:rsid w:val="00475D18"/>
    <w:rsid w:val="0048399F"/>
    <w:rsid w:val="004932D3"/>
    <w:rsid w:val="004C20BC"/>
    <w:rsid w:val="004C5B5F"/>
    <w:rsid w:val="004E4B01"/>
    <w:rsid w:val="004F189F"/>
    <w:rsid w:val="00504EFC"/>
    <w:rsid w:val="00525F8D"/>
    <w:rsid w:val="0053189C"/>
    <w:rsid w:val="00544866"/>
    <w:rsid w:val="0055661A"/>
    <w:rsid w:val="0056075B"/>
    <w:rsid w:val="00585A44"/>
    <w:rsid w:val="00597F94"/>
    <w:rsid w:val="005A6F99"/>
    <w:rsid w:val="005A7201"/>
    <w:rsid w:val="005C7FA3"/>
    <w:rsid w:val="005D01B5"/>
    <w:rsid w:val="005E0333"/>
    <w:rsid w:val="005E5BC0"/>
    <w:rsid w:val="005E7E7E"/>
    <w:rsid w:val="00600C4E"/>
    <w:rsid w:val="0060390C"/>
    <w:rsid w:val="006620F2"/>
    <w:rsid w:val="00687CAB"/>
    <w:rsid w:val="00694581"/>
    <w:rsid w:val="0069543E"/>
    <w:rsid w:val="006A200E"/>
    <w:rsid w:val="006D0E48"/>
    <w:rsid w:val="006D1279"/>
    <w:rsid w:val="006E345A"/>
    <w:rsid w:val="006F087C"/>
    <w:rsid w:val="00702068"/>
    <w:rsid w:val="0070537B"/>
    <w:rsid w:val="0073567D"/>
    <w:rsid w:val="0076078C"/>
    <w:rsid w:val="0077506E"/>
    <w:rsid w:val="00781E01"/>
    <w:rsid w:val="007835B4"/>
    <w:rsid w:val="00784424"/>
    <w:rsid w:val="007A4B56"/>
    <w:rsid w:val="007A7B01"/>
    <w:rsid w:val="007B10D3"/>
    <w:rsid w:val="007F38D0"/>
    <w:rsid w:val="00804400"/>
    <w:rsid w:val="00807788"/>
    <w:rsid w:val="008359E8"/>
    <w:rsid w:val="00845175"/>
    <w:rsid w:val="008527CA"/>
    <w:rsid w:val="00854DAA"/>
    <w:rsid w:val="00856009"/>
    <w:rsid w:val="00862088"/>
    <w:rsid w:val="008B29F7"/>
    <w:rsid w:val="008B5D7F"/>
    <w:rsid w:val="008D30DD"/>
    <w:rsid w:val="008D344E"/>
    <w:rsid w:val="008E59F6"/>
    <w:rsid w:val="008E7A32"/>
    <w:rsid w:val="008F3E04"/>
    <w:rsid w:val="009044AC"/>
    <w:rsid w:val="00911F56"/>
    <w:rsid w:val="00917E7D"/>
    <w:rsid w:val="00926B13"/>
    <w:rsid w:val="00940F61"/>
    <w:rsid w:val="009428D5"/>
    <w:rsid w:val="0094691B"/>
    <w:rsid w:val="00953FCE"/>
    <w:rsid w:val="00990400"/>
    <w:rsid w:val="009A34D2"/>
    <w:rsid w:val="009A5CA0"/>
    <w:rsid w:val="009C6954"/>
    <w:rsid w:val="009D3E82"/>
    <w:rsid w:val="009E3605"/>
    <w:rsid w:val="009F11EF"/>
    <w:rsid w:val="009F2F17"/>
    <w:rsid w:val="009F300B"/>
    <w:rsid w:val="009F6BCD"/>
    <w:rsid w:val="00A00D03"/>
    <w:rsid w:val="00A037DD"/>
    <w:rsid w:val="00A276BB"/>
    <w:rsid w:val="00A71D55"/>
    <w:rsid w:val="00A73E5F"/>
    <w:rsid w:val="00A7491A"/>
    <w:rsid w:val="00AA6449"/>
    <w:rsid w:val="00AA67B2"/>
    <w:rsid w:val="00AC1BA7"/>
    <w:rsid w:val="00AC6BF5"/>
    <w:rsid w:val="00AD3537"/>
    <w:rsid w:val="00AE28D5"/>
    <w:rsid w:val="00AE30A1"/>
    <w:rsid w:val="00AF27D7"/>
    <w:rsid w:val="00B12C5A"/>
    <w:rsid w:val="00B2166C"/>
    <w:rsid w:val="00B22B19"/>
    <w:rsid w:val="00B30BBD"/>
    <w:rsid w:val="00B43353"/>
    <w:rsid w:val="00B46ED4"/>
    <w:rsid w:val="00B55257"/>
    <w:rsid w:val="00B67AFA"/>
    <w:rsid w:val="00B71D18"/>
    <w:rsid w:val="00B8370B"/>
    <w:rsid w:val="00B874EE"/>
    <w:rsid w:val="00B900B7"/>
    <w:rsid w:val="00B97EE7"/>
    <w:rsid w:val="00BA78AE"/>
    <w:rsid w:val="00BC0585"/>
    <w:rsid w:val="00BE3AF9"/>
    <w:rsid w:val="00BF00A9"/>
    <w:rsid w:val="00C46C3E"/>
    <w:rsid w:val="00C47CD3"/>
    <w:rsid w:val="00C9350C"/>
    <w:rsid w:val="00CB0067"/>
    <w:rsid w:val="00CC6657"/>
    <w:rsid w:val="00CD145D"/>
    <w:rsid w:val="00CD7188"/>
    <w:rsid w:val="00D34D9F"/>
    <w:rsid w:val="00D36040"/>
    <w:rsid w:val="00D3679E"/>
    <w:rsid w:val="00D42CEC"/>
    <w:rsid w:val="00D45C83"/>
    <w:rsid w:val="00D605F8"/>
    <w:rsid w:val="00D8557F"/>
    <w:rsid w:val="00D857B8"/>
    <w:rsid w:val="00D90613"/>
    <w:rsid w:val="00DB39E1"/>
    <w:rsid w:val="00DC70DD"/>
    <w:rsid w:val="00DD0CD3"/>
    <w:rsid w:val="00DD13FB"/>
    <w:rsid w:val="00DD1904"/>
    <w:rsid w:val="00E00E93"/>
    <w:rsid w:val="00E071B6"/>
    <w:rsid w:val="00E21EED"/>
    <w:rsid w:val="00E2362B"/>
    <w:rsid w:val="00E24754"/>
    <w:rsid w:val="00E26EE4"/>
    <w:rsid w:val="00E30C09"/>
    <w:rsid w:val="00E41EB4"/>
    <w:rsid w:val="00E65A7C"/>
    <w:rsid w:val="00E70784"/>
    <w:rsid w:val="00E75EB3"/>
    <w:rsid w:val="00E84E5A"/>
    <w:rsid w:val="00E96ADB"/>
    <w:rsid w:val="00EA64AC"/>
    <w:rsid w:val="00EA6B33"/>
    <w:rsid w:val="00EE7FE8"/>
    <w:rsid w:val="00EF2007"/>
    <w:rsid w:val="00F16296"/>
    <w:rsid w:val="00F178B9"/>
    <w:rsid w:val="00F17A14"/>
    <w:rsid w:val="00F27890"/>
    <w:rsid w:val="00F55DE7"/>
    <w:rsid w:val="00F63C6E"/>
    <w:rsid w:val="00F75944"/>
    <w:rsid w:val="00FC3506"/>
    <w:rsid w:val="00FC3C1D"/>
    <w:rsid w:val="00FC5FD2"/>
    <w:rsid w:val="00FD5807"/>
    <w:rsid w:val="00FE0FBB"/>
    <w:rsid w:val="00FE12BE"/>
    <w:rsid w:val="00FE2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o:colormru v:ext="edit" colors="#ddd"/>
    </o:shapedefaults>
    <o:shapelayout v:ext="edit">
      <o:idmap v:ext="edit" data="1"/>
    </o:shapelayout>
  </w:shapeDefaults>
  <w:decimalSymbol w:val="."/>
  <w:listSeparator w:val=","/>
  <w14:docId w14:val="06F01342"/>
  <w15:chartTrackingRefBased/>
  <w15:docId w15:val="{6BF5B92B-2E10-446A-B7A4-F1EAADD59E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3B7D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3B7DF9"/>
    <w:pPr>
      <w:tabs>
        <w:tab w:val="center" w:pos="4153"/>
        <w:tab w:val="right" w:pos="8306"/>
      </w:tabs>
    </w:pPr>
    <w:rPr>
      <w:lang w:val="en-NZ" w:eastAsia="en-NZ"/>
    </w:rPr>
  </w:style>
  <w:style w:type="paragraph" w:styleId="Footer">
    <w:name w:val="footer"/>
    <w:basedOn w:val="Normal"/>
    <w:rsid w:val="0078442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7844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611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xpbh-tr.nhs.uk\Users\Home\jamesr2\Desktop\LEFT%20SIDE\Venous%20Lt%20CVI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Venous Lt CVI</Template>
  <TotalTime>0</TotalTime>
  <Pages>1</Pages>
  <Words>123</Words>
  <Characters>906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Peterborough City Hospital</Company>
  <LinksUpToDate>false</LinksUpToDate>
  <CharactersWithSpaces>1027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Patient Report</dc:subject>
  <dc:creator>James, Robert</dc:creator>
  <cp:keywords/>
  <cp:lastModifiedBy>James, Robert</cp:lastModifiedBy>
  <cp:revision>2</cp:revision>
  <dcterms:created xsi:type="dcterms:W3CDTF">2020-08-07T09:35:00Z</dcterms:created>
  <dcterms:modified xsi:type="dcterms:W3CDTF">2020-08-07T09:35:00Z</dcterms:modified>
  <cp:category>Patient Report</cp:category>
</cp:coreProperties>
</file>